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158" w:rsidRDefault="00201158"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201158" w:rsidRDefault="00201158"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«Центр»</w:t>
      </w:r>
    </w:p>
    <w:p w:rsidR="00201158" w:rsidRDefault="00201158"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__________А.С.Пономарев</w:t>
      </w:r>
    </w:p>
    <w:p w:rsidR="00201158" w:rsidRDefault="00201158"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201158" w:rsidRDefault="00201158" w:rsidP="00596C11">
      <w:pPr>
        <w:jc w:val="center"/>
        <w:rPr>
          <w:rFonts w:ascii="Times New Roman" w:hAnsi="Times New Roman" w:cs="Times New Roman"/>
          <w:b/>
          <w:bCs/>
          <w:sz w:val="28"/>
          <w:szCs w:val="28"/>
        </w:rPr>
      </w:pPr>
    </w:p>
    <w:p w:rsidR="00201158" w:rsidRDefault="00201158" w:rsidP="00596C11">
      <w:pPr>
        <w:jc w:val="center"/>
        <w:rPr>
          <w:rFonts w:ascii="Times New Roman" w:hAnsi="Times New Roman" w:cs="Times New Roman"/>
          <w:b/>
          <w:bCs/>
          <w:sz w:val="28"/>
          <w:szCs w:val="28"/>
        </w:rPr>
      </w:pPr>
    </w:p>
    <w:p w:rsidR="00201158" w:rsidRDefault="00201158" w:rsidP="00596C11">
      <w:pPr>
        <w:jc w:val="center"/>
        <w:rPr>
          <w:rFonts w:ascii="Times New Roman" w:hAnsi="Times New Roman" w:cs="Times New Roman"/>
          <w:b/>
          <w:bCs/>
          <w:sz w:val="28"/>
          <w:szCs w:val="28"/>
        </w:rPr>
      </w:pPr>
    </w:p>
    <w:p w:rsidR="00201158" w:rsidRDefault="00201158" w:rsidP="00596C11">
      <w:pPr>
        <w:jc w:val="center"/>
        <w:rPr>
          <w:rFonts w:ascii="Times New Roman" w:hAnsi="Times New Roman" w:cs="Times New Roman"/>
          <w:b/>
          <w:bCs/>
          <w:sz w:val="28"/>
          <w:szCs w:val="28"/>
        </w:rPr>
      </w:pPr>
    </w:p>
    <w:p w:rsidR="00201158" w:rsidRDefault="00201158" w:rsidP="00596C11">
      <w:pPr>
        <w:jc w:val="center"/>
        <w:rPr>
          <w:rFonts w:ascii="Times New Roman" w:hAnsi="Times New Roman" w:cs="Times New Roman"/>
          <w:b/>
          <w:bCs/>
          <w:sz w:val="28"/>
          <w:szCs w:val="28"/>
        </w:rPr>
      </w:pPr>
    </w:p>
    <w:p w:rsidR="00201158" w:rsidRPr="00596C11" w:rsidRDefault="00201158"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7</w:t>
      </w:r>
    </w:p>
    <w:p w:rsidR="00201158" w:rsidRPr="00596C11" w:rsidRDefault="0020115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201158" w:rsidRPr="00596C11" w:rsidRDefault="0020115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201158" w:rsidRDefault="0020115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201158" w:rsidRPr="00596C11" w:rsidRDefault="00201158"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Громова, 3.</w:t>
      </w:r>
    </w:p>
    <w:p w:rsidR="00201158" w:rsidRPr="005F5DCD" w:rsidRDefault="00201158" w:rsidP="00596C11">
      <w:pPr>
        <w:autoSpaceDE w:val="0"/>
        <w:jc w:val="center"/>
        <w:rPr>
          <w:b/>
          <w:bCs/>
          <w:sz w:val="28"/>
          <w:szCs w:val="28"/>
        </w:rPr>
      </w:pPr>
    </w:p>
    <w:p w:rsidR="00201158" w:rsidRDefault="00201158" w:rsidP="00431B2C">
      <w:pPr>
        <w:spacing w:after="0" w:line="240" w:lineRule="auto"/>
        <w:ind w:firstLine="709"/>
        <w:jc w:val="both"/>
      </w:pPr>
    </w:p>
    <w:p w:rsidR="00201158" w:rsidRDefault="00201158"/>
    <w:p w:rsidR="00201158" w:rsidRDefault="00201158"/>
    <w:p w:rsidR="00201158" w:rsidRDefault="00201158"/>
    <w:p w:rsidR="00201158" w:rsidRDefault="00201158"/>
    <w:p w:rsidR="00201158" w:rsidRDefault="00201158"/>
    <w:p w:rsidR="00201158" w:rsidRDefault="00201158"/>
    <w:p w:rsidR="00201158" w:rsidRDefault="00201158"/>
    <w:p w:rsidR="00201158" w:rsidRDefault="00201158"/>
    <w:p w:rsidR="00201158" w:rsidRDefault="00201158"/>
    <w:p w:rsidR="00201158" w:rsidRDefault="00201158"/>
    <w:p w:rsidR="00201158" w:rsidRDefault="00201158"/>
    <w:p w:rsidR="00201158" w:rsidRDefault="00201158"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201158" w:rsidRDefault="00201158"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Громова, 3.</w:t>
      </w:r>
      <w:r w:rsidRPr="003B5845">
        <w:rPr>
          <w:rFonts w:ascii="Times New Roman" w:hAnsi="Times New Roman" w:cs="Times New Roman"/>
          <w:sz w:val="24"/>
          <w:szCs w:val="24"/>
        </w:rPr>
        <w:t xml:space="preserve"> </w:t>
      </w:r>
    </w:p>
    <w:p w:rsidR="00201158" w:rsidRPr="00707F60" w:rsidRDefault="00201158"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201158" w:rsidRPr="00707F60" w:rsidRDefault="00201158"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201158" w:rsidRPr="00707F60" w:rsidRDefault="0020115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201158" w:rsidRDefault="00201158"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«Центр»</w:t>
      </w:r>
    </w:p>
    <w:p w:rsidR="00201158" w:rsidRDefault="00201158"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2209027801/220901001</w:t>
      </w:r>
    </w:p>
    <w:p w:rsidR="00201158" w:rsidRDefault="00201158"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9-46-46; эл.адрес:</w:t>
      </w:r>
      <w:r w:rsidRPr="00157F37">
        <w:rPr>
          <w:rFonts w:ascii="Times New Roman" w:hAnsi="Times New Roman" w:cs="Times New Roman"/>
          <w:sz w:val="24"/>
          <w:szCs w:val="24"/>
        </w:rPr>
        <w:t xml:space="preserve"> </w:t>
      </w:r>
      <w:hyperlink r:id="rId5" w:history="1">
        <w:r w:rsidRPr="00157F37">
          <w:rPr>
            <w:rFonts w:ascii="Times New Roman" w:hAnsi="Times New Roman" w:cs="Times New Roman"/>
            <w:sz w:val="24"/>
            <w:szCs w:val="24"/>
          </w:rPr>
          <w:t>ooo_uk_centr@mail.ru</w:t>
        </w:r>
      </w:hyperlink>
    </w:p>
    <w:p w:rsidR="00201158" w:rsidRPr="005B6F0B" w:rsidRDefault="00201158" w:rsidP="00CE6CE5">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Пушкина, 2</w:t>
      </w:r>
    </w:p>
    <w:p w:rsidR="00201158" w:rsidRPr="005B6F0B" w:rsidRDefault="00201158"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Пономарев Александр Сергеевич</w:t>
      </w:r>
    </w:p>
    <w:p w:rsidR="00201158" w:rsidRPr="00707F60" w:rsidRDefault="00201158" w:rsidP="008504E8">
      <w:pPr>
        <w:tabs>
          <w:tab w:val="left" w:pos="0"/>
        </w:tabs>
        <w:spacing w:after="0" w:line="240" w:lineRule="auto"/>
        <w:ind w:firstLine="567"/>
        <w:jc w:val="both"/>
        <w:rPr>
          <w:rFonts w:ascii="Times New Roman" w:hAnsi="Times New Roman" w:cs="Times New Roman"/>
          <w:sz w:val="24"/>
          <w:szCs w:val="24"/>
        </w:rPr>
      </w:pPr>
    </w:p>
    <w:p w:rsidR="00201158" w:rsidRPr="00707F60" w:rsidRDefault="0020115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201158" w:rsidRDefault="00201158"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01158" w:rsidRDefault="0020115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201158" w:rsidRPr="00243B63" w:rsidRDefault="00201158"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201158" w:rsidRPr="00707F60" w:rsidRDefault="0020115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201158" w:rsidRPr="00243B63" w:rsidRDefault="0020115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201158" w:rsidRPr="00243B63" w:rsidRDefault="0020115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201158" w:rsidRDefault="00201158"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1 212 990 (один миллион двести двенадцать тысяч девятьсот девяносто)</w:t>
      </w:r>
      <w:r w:rsidRPr="005B6F0B">
        <w:rPr>
          <w:rFonts w:ascii="Times New Roman" w:hAnsi="Times New Roman" w:cs="Times New Roman"/>
          <w:color w:val="000000"/>
          <w:sz w:val="24"/>
          <w:szCs w:val="24"/>
        </w:rPr>
        <w:t xml:space="preserve"> рублей 00 копеек.</w:t>
      </w:r>
    </w:p>
    <w:p w:rsidR="00201158" w:rsidRPr="00464C00" w:rsidRDefault="00201158"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201158" w:rsidRPr="00FC5EC1" w:rsidRDefault="0020115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201158" w:rsidRPr="003B5845" w:rsidRDefault="00201158"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201158" w:rsidRPr="003B7EE8" w:rsidRDefault="0020115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201158" w:rsidRDefault="00201158"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01158" w:rsidRPr="00243B63" w:rsidRDefault="0020115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201158" w:rsidRPr="00243B63" w:rsidRDefault="0020115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201158" w:rsidRDefault="0020115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201158" w:rsidRDefault="0020115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201158" w:rsidRDefault="0020115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201158" w:rsidRDefault="00201158"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201158" w:rsidRPr="00665978" w:rsidRDefault="00201158" w:rsidP="00665978">
      <w:pPr>
        <w:pStyle w:val="ListParagraph"/>
        <w:tabs>
          <w:tab w:val="left" w:pos="0"/>
        </w:tabs>
        <w:spacing w:after="0" w:line="240" w:lineRule="auto"/>
        <w:ind w:left="567"/>
        <w:jc w:val="both"/>
        <w:rPr>
          <w:rFonts w:ascii="Times New Roman" w:hAnsi="Times New Roman" w:cs="Times New Roman"/>
          <w:sz w:val="24"/>
          <w:szCs w:val="24"/>
        </w:rPr>
      </w:pPr>
    </w:p>
    <w:p w:rsidR="00201158" w:rsidRPr="00247573" w:rsidRDefault="00201158"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201158" w:rsidRPr="00247573" w:rsidRDefault="00201158"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201158" w:rsidRPr="0075512B" w:rsidRDefault="00201158"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201158" w:rsidRPr="0075512B" w:rsidRDefault="0020115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201158" w:rsidRPr="0075512B" w:rsidRDefault="0020115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201158" w:rsidRPr="0075512B" w:rsidRDefault="0020115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201158" w:rsidRPr="0075512B" w:rsidRDefault="00201158"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201158" w:rsidRDefault="00201158" w:rsidP="000578C0">
      <w:pPr>
        <w:spacing w:line="240" w:lineRule="auto"/>
        <w:jc w:val="center"/>
        <w:rPr>
          <w:rFonts w:ascii="Times New Roman" w:hAnsi="Times New Roman" w:cs="Times New Roman"/>
          <w:sz w:val="24"/>
          <w:szCs w:val="24"/>
        </w:rPr>
      </w:pPr>
    </w:p>
    <w:p w:rsidR="00201158" w:rsidRDefault="00201158"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201158" w:rsidRPr="00BF7716" w:rsidRDefault="00201158"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201158" w:rsidRDefault="00201158" w:rsidP="000578C0">
      <w:pPr>
        <w:pStyle w:val="ListParagraph"/>
        <w:spacing w:line="240" w:lineRule="auto"/>
        <w:ind w:left="0" w:firstLine="567"/>
        <w:rPr>
          <w:rFonts w:ascii="Times New Roman" w:hAnsi="Times New Roman" w:cs="Times New Roman"/>
          <w:sz w:val="24"/>
          <w:szCs w:val="24"/>
        </w:rPr>
      </w:pPr>
    </w:p>
    <w:p w:rsidR="00201158" w:rsidRPr="00907E6B" w:rsidRDefault="00201158"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201158" w:rsidRPr="00907E6B" w:rsidRDefault="0020115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201158" w:rsidRPr="00907E6B" w:rsidRDefault="0020115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201158" w:rsidRPr="00CB48A1" w:rsidRDefault="0020115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201158" w:rsidRPr="00CB48A1" w:rsidRDefault="0020115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201158" w:rsidRPr="00CB48A1" w:rsidRDefault="0020115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201158" w:rsidRPr="00CB48A1" w:rsidRDefault="0020115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201158" w:rsidRPr="00CB48A1" w:rsidRDefault="0020115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201158" w:rsidRPr="00CB48A1" w:rsidRDefault="0020115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201158" w:rsidRPr="00CB48A1" w:rsidRDefault="0020115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201158" w:rsidRPr="00CB48A1" w:rsidRDefault="0020115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201158" w:rsidRPr="00CB48A1" w:rsidRDefault="0020115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201158" w:rsidRPr="003F203C" w:rsidRDefault="0020115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201158" w:rsidRPr="00CB48A1" w:rsidRDefault="0020115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201158" w:rsidRPr="00CB48A1" w:rsidRDefault="0020115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201158" w:rsidRPr="00CB48A1" w:rsidRDefault="0020115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201158" w:rsidRDefault="0020115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201158" w:rsidRPr="00CB48A1" w:rsidRDefault="00201158" w:rsidP="00045BE8">
      <w:pPr>
        <w:autoSpaceDE w:val="0"/>
        <w:autoSpaceDN w:val="0"/>
        <w:adjustRightInd w:val="0"/>
        <w:spacing w:after="0" w:line="240" w:lineRule="auto"/>
        <w:ind w:left="567"/>
        <w:jc w:val="both"/>
        <w:rPr>
          <w:rFonts w:ascii="Times New Roman" w:hAnsi="Times New Roman" w:cs="Times New Roman"/>
          <w:sz w:val="24"/>
          <w:szCs w:val="24"/>
        </w:rPr>
      </w:pPr>
    </w:p>
    <w:p w:rsidR="00201158" w:rsidRPr="00BF7716" w:rsidRDefault="00201158"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201158" w:rsidRPr="003C6131" w:rsidRDefault="00201158"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201158" w:rsidRPr="003C6131" w:rsidRDefault="00201158"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201158" w:rsidRPr="0014304B" w:rsidRDefault="00201158"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201158" w:rsidRDefault="00201158"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201158" w:rsidRPr="0014304B" w:rsidRDefault="0020115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201158" w:rsidRPr="0014304B" w:rsidRDefault="0020115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201158" w:rsidRPr="0014304B" w:rsidRDefault="0020115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201158" w:rsidRPr="0014304B" w:rsidRDefault="0020115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201158" w:rsidRPr="0014304B" w:rsidRDefault="0020115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201158" w:rsidRPr="005F5DCD" w:rsidRDefault="0020115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201158" w:rsidRPr="005F5DCD" w:rsidRDefault="0020115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201158" w:rsidRPr="005F5DCD" w:rsidRDefault="0020115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201158" w:rsidRPr="005F5DCD" w:rsidRDefault="0020115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201158" w:rsidRPr="005F5DCD" w:rsidRDefault="0020115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201158" w:rsidRPr="0014304B" w:rsidRDefault="00201158"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201158" w:rsidRPr="0014304B" w:rsidRDefault="00201158"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201158" w:rsidRPr="0014304B" w:rsidRDefault="00201158"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201158" w:rsidRDefault="00201158"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201158" w:rsidRPr="0014304B" w:rsidRDefault="00201158"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201158" w:rsidRPr="003C6131" w:rsidRDefault="00201158"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201158" w:rsidRDefault="00201158"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201158" w:rsidRPr="00BF7716" w:rsidRDefault="00201158"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201158" w:rsidRDefault="00201158"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201158" w:rsidRPr="00C16C63" w:rsidRDefault="0020115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201158" w:rsidRPr="00C16C63" w:rsidRDefault="0020115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201158" w:rsidRPr="00C16C63" w:rsidRDefault="0020115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201158" w:rsidRPr="00C16C63" w:rsidRDefault="0020115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201158" w:rsidRPr="00C16C63" w:rsidRDefault="0020115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201158" w:rsidRPr="00C16C63" w:rsidRDefault="0020115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201158" w:rsidRPr="00C16C63" w:rsidRDefault="0020115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201158" w:rsidRPr="00C16C63" w:rsidRDefault="0020115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201158" w:rsidRPr="00C16C63" w:rsidRDefault="0020115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201158" w:rsidRPr="00C16C63" w:rsidRDefault="0020115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201158" w:rsidRPr="00C16C63" w:rsidRDefault="0020115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201158" w:rsidRPr="00C16C63" w:rsidRDefault="0020115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201158" w:rsidRPr="00C16C63" w:rsidRDefault="0020115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201158" w:rsidRDefault="0020115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201158" w:rsidRPr="00242528">
        <w:tc>
          <w:tcPr>
            <w:tcW w:w="8755" w:type="dxa"/>
            <w:gridSpan w:val="5"/>
            <w:tcBorders>
              <w:top w:val="nil"/>
              <w:left w:val="nil"/>
              <w:right w:val="nil"/>
            </w:tcBorders>
          </w:tcPr>
          <w:p w:rsidR="00201158" w:rsidRPr="00C16C63" w:rsidRDefault="00201158"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201158" w:rsidRPr="00C16C63" w:rsidRDefault="00201158"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201158" w:rsidRPr="00C16C63" w:rsidRDefault="00201158" w:rsidP="00F10885">
            <w:pPr>
              <w:spacing w:after="0" w:line="240" w:lineRule="auto"/>
              <w:jc w:val="center"/>
              <w:rPr>
                <w:rFonts w:ascii="Times New Roman" w:hAnsi="Times New Roman" w:cs="Times New Roman"/>
                <w:sz w:val="24"/>
                <w:szCs w:val="24"/>
              </w:rPr>
            </w:pPr>
          </w:p>
        </w:tc>
      </w:tr>
      <w:tr w:rsidR="00201158" w:rsidRPr="00242528">
        <w:tc>
          <w:tcPr>
            <w:tcW w:w="428"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201158" w:rsidRPr="00242528">
        <w:tc>
          <w:tcPr>
            <w:tcW w:w="428" w:type="dxa"/>
            <w:vMerge w:val="restart"/>
          </w:tcPr>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val="restart"/>
          </w:tcPr>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p>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201158" w:rsidRPr="00242528">
        <w:tc>
          <w:tcPr>
            <w:tcW w:w="42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817"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1638" w:type="dxa"/>
            <w:vMerge/>
          </w:tcPr>
          <w:p w:rsidR="00201158" w:rsidRPr="00C16C63" w:rsidRDefault="00201158" w:rsidP="00F10885">
            <w:pPr>
              <w:spacing w:after="0" w:line="240" w:lineRule="auto"/>
              <w:jc w:val="center"/>
              <w:rPr>
                <w:rFonts w:ascii="Times New Roman" w:hAnsi="Times New Roman" w:cs="Times New Roman"/>
                <w:sz w:val="24"/>
                <w:szCs w:val="24"/>
              </w:rPr>
            </w:pPr>
          </w:p>
        </w:tc>
        <w:tc>
          <w:tcPr>
            <w:tcW w:w="240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201158" w:rsidRPr="00C16C63" w:rsidRDefault="0020115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201158" w:rsidRPr="00C16C63" w:rsidRDefault="00201158"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201158" w:rsidRPr="00242528">
        <w:trPr>
          <w:trHeight w:val="274"/>
        </w:trPr>
        <w:tc>
          <w:tcPr>
            <w:tcW w:w="318" w:type="dxa"/>
            <w:tcBorders>
              <w:top w:val="nil"/>
              <w:left w:val="nil"/>
              <w:bottom w:val="nil"/>
              <w:right w:val="nil"/>
            </w:tcBorders>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201158" w:rsidRPr="00F10885" w:rsidRDefault="00201158"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201158" w:rsidRPr="00242528">
        <w:tc>
          <w:tcPr>
            <w:tcW w:w="8897" w:type="dxa"/>
            <w:gridSpan w:val="9"/>
            <w:tcBorders>
              <w:top w:val="nil"/>
              <w:left w:val="nil"/>
              <w:right w:val="nil"/>
            </w:tcBorders>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201158" w:rsidRPr="00242528">
        <w:tc>
          <w:tcPr>
            <w:tcW w:w="534"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201158" w:rsidRPr="00242528">
        <w:tc>
          <w:tcPr>
            <w:tcW w:w="534" w:type="dxa"/>
            <w:gridSpan w:val="2"/>
            <w:vMerge w:val="restart"/>
          </w:tcPr>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p>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1158" w:rsidRPr="00242528">
        <w:trPr>
          <w:trHeight w:val="65"/>
        </w:trPr>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201158" w:rsidRPr="00242528">
        <w:tc>
          <w:tcPr>
            <w:tcW w:w="534"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1701" w:type="dxa"/>
            <w:vMerge/>
          </w:tcPr>
          <w:p w:rsidR="00201158" w:rsidRPr="00F10885" w:rsidRDefault="00201158" w:rsidP="00F10885">
            <w:pPr>
              <w:spacing w:after="0" w:line="240" w:lineRule="auto"/>
              <w:ind w:firstLine="567"/>
              <w:jc w:val="both"/>
              <w:rPr>
                <w:rFonts w:ascii="Times New Roman" w:hAnsi="Times New Roman" w:cs="Times New Roman"/>
                <w:sz w:val="24"/>
                <w:szCs w:val="24"/>
              </w:rPr>
            </w:pPr>
          </w:p>
        </w:tc>
        <w:tc>
          <w:tcPr>
            <w:tcW w:w="2409"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201158" w:rsidRPr="00F10885" w:rsidRDefault="0020115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201158" w:rsidRDefault="00201158"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201158" w:rsidRPr="00213631" w:rsidRDefault="00201158"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201158" w:rsidRPr="00213631" w:rsidRDefault="00201158"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201158" w:rsidRPr="00213631" w:rsidRDefault="00201158"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201158" w:rsidRPr="00242528">
        <w:tc>
          <w:tcPr>
            <w:tcW w:w="534" w:type="dxa"/>
            <w:tcBorders>
              <w:top w:val="nil"/>
              <w:left w:val="nil"/>
              <w:bottom w:val="nil"/>
              <w:right w:val="nil"/>
            </w:tcBorders>
          </w:tcPr>
          <w:p w:rsidR="00201158" w:rsidRPr="00F10885" w:rsidRDefault="00201158"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201158" w:rsidRPr="00F10885" w:rsidRDefault="00201158"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201158" w:rsidRPr="00F10885" w:rsidRDefault="00201158"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201158" w:rsidRPr="00F10885" w:rsidRDefault="00201158"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201158" w:rsidRPr="00F10885" w:rsidRDefault="00201158"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201158" w:rsidRPr="00242528">
        <w:tc>
          <w:tcPr>
            <w:tcW w:w="9039" w:type="dxa"/>
            <w:gridSpan w:val="7"/>
            <w:tcBorders>
              <w:top w:val="nil"/>
              <w:left w:val="nil"/>
              <w:right w:val="nil"/>
            </w:tcBorders>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201158" w:rsidRPr="00242528">
        <w:tc>
          <w:tcPr>
            <w:tcW w:w="534" w:type="dxa"/>
          </w:tcPr>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r w:rsidRPr="00242528">
              <w:rPr>
                <w:sz w:val="20"/>
                <w:szCs w:val="20"/>
              </w:rPr>
              <w:t>№</w:t>
            </w:r>
          </w:p>
        </w:tc>
        <w:tc>
          <w:tcPr>
            <w:tcW w:w="850" w:type="dxa"/>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201158" w:rsidRPr="00242528">
        <w:trPr>
          <w:trHeight w:val="274"/>
        </w:trPr>
        <w:tc>
          <w:tcPr>
            <w:tcW w:w="534" w:type="dxa"/>
            <w:vMerge w:val="restart"/>
          </w:tcPr>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p w:rsidR="00201158" w:rsidRPr="00242528" w:rsidRDefault="00201158" w:rsidP="00105C97">
            <w:pPr>
              <w:spacing w:after="0" w:line="240" w:lineRule="auto"/>
              <w:jc w:val="center"/>
              <w:rPr>
                <w:sz w:val="20"/>
                <w:szCs w:val="20"/>
              </w:rPr>
            </w:pPr>
          </w:p>
        </w:tc>
        <w:tc>
          <w:tcPr>
            <w:tcW w:w="850" w:type="dxa"/>
            <w:vMerge w:val="restart"/>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1158" w:rsidRPr="00242528">
        <w:trPr>
          <w:trHeight w:val="274"/>
        </w:trPr>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1158" w:rsidRPr="00242528">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1158" w:rsidRPr="00242528">
        <w:trPr>
          <w:trHeight w:val="322"/>
        </w:trPr>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val="restart"/>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1158" w:rsidRPr="00242528">
        <w:trPr>
          <w:trHeight w:val="322"/>
        </w:trPr>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1158" w:rsidRPr="00242528">
        <w:trPr>
          <w:trHeight w:val="285"/>
        </w:trPr>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1158" w:rsidRPr="00242528">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val="restart"/>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1158" w:rsidRPr="00242528">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1158" w:rsidRPr="00242528">
        <w:trPr>
          <w:trHeight w:val="396"/>
        </w:trPr>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1158" w:rsidRPr="00242528">
        <w:trPr>
          <w:trHeight w:val="269"/>
        </w:trPr>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val="restart"/>
          </w:tcPr>
          <w:p w:rsidR="00201158" w:rsidRPr="00105C97" w:rsidRDefault="00201158"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1158" w:rsidRPr="00242528">
        <w:trPr>
          <w:trHeight w:val="269"/>
        </w:trPr>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1158" w:rsidRPr="00242528">
        <w:trPr>
          <w:trHeight w:val="1246"/>
        </w:trPr>
        <w:tc>
          <w:tcPr>
            <w:tcW w:w="534" w:type="dxa"/>
            <w:vMerge/>
          </w:tcPr>
          <w:p w:rsidR="00201158" w:rsidRPr="00242528" w:rsidRDefault="00201158" w:rsidP="00105C97">
            <w:pPr>
              <w:spacing w:after="0" w:line="240" w:lineRule="auto"/>
              <w:jc w:val="center"/>
              <w:rPr>
                <w:sz w:val="20"/>
                <w:szCs w:val="20"/>
              </w:rPr>
            </w:pPr>
          </w:p>
        </w:tc>
        <w:tc>
          <w:tcPr>
            <w:tcW w:w="850"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851"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3827" w:type="dxa"/>
            <w:vMerge/>
          </w:tcPr>
          <w:p w:rsidR="00201158" w:rsidRPr="00105C97" w:rsidRDefault="00201158" w:rsidP="00105C97">
            <w:pPr>
              <w:spacing w:after="0" w:line="240" w:lineRule="auto"/>
              <w:jc w:val="center"/>
              <w:rPr>
                <w:rFonts w:ascii="Times New Roman" w:hAnsi="Times New Roman" w:cs="Times New Roman"/>
                <w:sz w:val="24"/>
                <w:szCs w:val="24"/>
              </w:rPr>
            </w:pPr>
          </w:p>
        </w:tc>
        <w:tc>
          <w:tcPr>
            <w:tcW w:w="1559" w:type="dxa"/>
            <w:gridSpan w:val="2"/>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01158" w:rsidRPr="00105C97" w:rsidRDefault="00201158" w:rsidP="00105C97">
            <w:pPr>
              <w:spacing w:after="0" w:line="240" w:lineRule="auto"/>
              <w:jc w:val="center"/>
              <w:rPr>
                <w:rFonts w:ascii="Times New Roman" w:hAnsi="Times New Roman" w:cs="Times New Roman"/>
                <w:sz w:val="24"/>
                <w:szCs w:val="24"/>
              </w:rPr>
            </w:pPr>
          </w:p>
          <w:p w:rsidR="00201158" w:rsidRPr="00105C97" w:rsidRDefault="0020115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201158" w:rsidRPr="00105C97" w:rsidRDefault="00201158" w:rsidP="00105C97">
            <w:pPr>
              <w:spacing w:after="0" w:line="240" w:lineRule="auto"/>
              <w:jc w:val="center"/>
              <w:rPr>
                <w:rFonts w:ascii="Times New Roman" w:hAnsi="Times New Roman" w:cs="Times New Roman"/>
                <w:sz w:val="24"/>
                <w:szCs w:val="24"/>
              </w:rPr>
            </w:pPr>
          </w:p>
        </w:tc>
      </w:tr>
      <w:tr w:rsidR="00201158" w:rsidRPr="00242528">
        <w:trPr>
          <w:trHeight w:val="164"/>
        </w:trPr>
        <w:tc>
          <w:tcPr>
            <w:tcW w:w="9039" w:type="dxa"/>
            <w:gridSpan w:val="7"/>
            <w:tcBorders>
              <w:left w:val="nil"/>
              <w:bottom w:val="nil"/>
              <w:right w:val="nil"/>
            </w:tcBorders>
          </w:tcPr>
          <w:p w:rsidR="00201158" w:rsidRPr="00105C97" w:rsidRDefault="00201158" w:rsidP="00105C97">
            <w:pPr>
              <w:pStyle w:val="ConsNormal"/>
              <w:tabs>
                <w:tab w:val="left" w:pos="900"/>
                <w:tab w:val="left" w:pos="1260"/>
              </w:tabs>
              <w:ind w:right="0" w:firstLine="0"/>
              <w:jc w:val="both"/>
              <w:rPr>
                <w:rFonts w:ascii="Times New Roman" w:hAnsi="Times New Roman" w:cs="Times New Roman"/>
                <w:sz w:val="24"/>
                <w:szCs w:val="24"/>
              </w:rPr>
            </w:pPr>
          </w:p>
          <w:p w:rsidR="00201158" w:rsidRPr="00213631" w:rsidRDefault="00201158"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201158" w:rsidRDefault="00201158"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201158" w:rsidRPr="00105C97" w:rsidRDefault="00201158" w:rsidP="00105C97">
            <w:pPr>
              <w:pStyle w:val="ConsNormal"/>
              <w:tabs>
                <w:tab w:val="left" w:pos="900"/>
                <w:tab w:val="left" w:pos="1260"/>
              </w:tabs>
              <w:ind w:right="0" w:firstLine="0"/>
              <w:jc w:val="both"/>
              <w:rPr>
                <w:rFonts w:ascii="Times New Roman" w:hAnsi="Times New Roman" w:cs="Times New Roman"/>
                <w:sz w:val="24"/>
                <w:szCs w:val="24"/>
              </w:rPr>
            </w:pPr>
          </w:p>
        </w:tc>
      </w:tr>
    </w:tbl>
    <w:p w:rsidR="00201158" w:rsidRDefault="00201158" w:rsidP="00A9484D">
      <w:pPr>
        <w:spacing w:after="0" w:line="240" w:lineRule="auto"/>
        <w:jc w:val="both"/>
        <w:rPr>
          <w:rFonts w:ascii="Times New Roman" w:hAnsi="Times New Roman" w:cs="Times New Roman"/>
          <w:sz w:val="24"/>
          <w:szCs w:val="24"/>
        </w:rPr>
      </w:pPr>
    </w:p>
    <w:p w:rsidR="00201158" w:rsidRDefault="00201158" w:rsidP="00A9484D">
      <w:pPr>
        <w:spacing w:after="0" w:line="240" w:lineRule="auto"/>
        <w:jc w:val="both"/>
        <w:rPr>
          <w:rFonts w:ascii="Times New Roman" w:hAnsi="Times New Roman" w:cs="Times New Roman"/>
          <w:sz w:val="24"/>
          <w:szCs w:val="24"/>
        </w:rPr>
      </w:pPr>
    </w:p>
    <w:p w:rsidR="00201158" w:rsidRDefault="00201158" w:rsidP="00A9484D">
      <w:pPr>
        <w:spacing w:after="0" w:line="240" w:lineRule="auto"/>
        <w:jc w:val="both"/>
        <w:rPr>
          <w:rFonts w:ascii="Times New Roman" w:hAnsi="Times New Roman" w:cs="Times New Roman"/>
          <w:sz w:val="24"/>
          <w:szCs w:val="24"/>
        </w:rPr>
      </w:pPr>
    </w:p>
    <w:p w:rsidR="00201158" w:rsidRDefault="00201158" w:rsidP="00A9484D">
      <w:pPr>
        <w:spacing w:after="0" w:line="240" w:lineRule="auto"/>
        <w:jc w:val="both"/>
        <w:rPr>
          <w:rFonts w:ascii="Times New Roman" w:hAnsi="Times New Roman" w:cs="Times New Roman"/>
          <w:sz w:val="24"/>
          <w:szCs w:val="24"/>
        </w:rPr>
      </w:pPr>
    </w:p>
    <w:p w:rsidR="00201158" w:rsidRDefault="00201158" w:rsidP="00A9484D">
      <w:pPr>
        <w:spacing w:after="0" w:line="240" w:lineRule="auto"/>
        <w:jc w:val="both"/>
        <w:rPr>
          <w:rFonts w:ascii="Times New Roman" w:hAnsi="Times New Roman" w:cs="Times New Roman"/>
          <w:sz w:val="24"/>
          <w:szCs w:val="24"/>
        </w:rPr>
      </w:pPr>
    </w:p>
    <w:p w:rsidR="00201158" w:rsidRPr="00CD2722" w:rsidRDefault="00201158"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201158" w:rsidRPr="00CD2722" w:rsidRDefault="00201158"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201158" w:rsidRPr="00CD2722" w:rsidRDefault="00201158" w:rsidP="00EE10CF">
      <w:pPr>
        <w:spacing w:after="0" w:line="240" w:lineRule="auto"/>
        <w:ind w:left="6372"/>
        <w:jc w:val="right"/>
        <w:rPr>
          <w:rFonts w:ascii="Times New Roman" w:hAnsi="Times New Roman" w:cs="Times New Roman"/>
          <w:b/>
          <w:bCs/>
          <w:sz w:val="24"/>
          <w:szCs w:val="24"/>
        </w:rPr>
      </w:pPr>
    </w:p>
    <w:p w:rsidR="00201158" w:rsidRPr="00907E6B" w:rsidRDefault="00201158"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201158" w:rsidRPr="00907E6B" w:rsidRDefault="00201158"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201158" w:rsidRPr="00907E6B" w:rsidRDefault="0020115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01158" w:rsidRPr="00907E6B" w:rsidRDefault="0020115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01158" w:rsidRPr="00907E6B" w:rsidRDefault="0020115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201158" w:rsidRPr="00242528">
        <w:tc>
          <w:tcPr>
            <w:tcW w:w="5920" w:type="dxa"/>
          </w:tcPr>
          <w:p w:rsidR="00201158" w:rsidRPr="00907E6B" w:rsidRDefault="00201158"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c>
          <w:tcPr>
            <w:tcW w:w="5920" w:type="dxa"/>
          </w:tcPr>
          <w:p w:rsidR="00201158" w:rsidRPr="00907E6B" w:rsidRDefault="00201158"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c>
          <w:tcPr>
            <w:tcW w:w="5920" w:type="dxa"/>
          </w:tcPr>
          <w:p w:rsidR="00201158" w:rsidRPr="00907E6B" w:rsidRDefault="0020115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c>
          <w:tcPr>
            <w:tcW w:w="5920" w:type="dxa"/>
          </w:tcPr>
          <w:p w:rsidR="00201158" w:rsidRPr="00907E6B" w:rsidRDefault="0020115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c>
          <w:tcPr>
            <w:tcW w:w="5920" w:type="dxa"/>
          </w:tcPr>
          <w:p w:rsidR="00201158" w:rsidRPr="00907E6B" w:rsidRDefault="0020115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c>
          <w:tcPr>
            <w:tcW w:w="5920" w:type="dxa"/>
          </w:tcPr>
          <w:p w:rsidR="00201158" w:rsidRPr="00907E6B" w:rsidRDefault="0020115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201158" w:rsidRPr="00907E6B" w:rsidRDefault="00201158" w:rsidP="00907E6B">
            <w:pPr>
              <w:spacing w:after="0" w:line="240" w:lineRule="auto"/>
              <w:jc w:val="both"/>
              <w:rPr>
                <w:rFonts w:ascii="Times New Roman" w:hAnsi="Times New Roman" w:cs="Times New Roman"/>
                <w:sz w:val="24"/>
                <w:szCs w:val="24"/>
              </w:rPr>
            </w:pPr>
          </w:p>
        </w:tc>
      </w:tr>
    </w:tbl>
    <w:p w:rsidR="00201158" w:rsidRPr="00907E6B" w:rsidRDefault="00201158" w:rsidP="00907E6B">
      <w:pPr>
        <w:pStyle w:val="BodyText3"/>
        <w:ind w:left="450"/>
        <w:jc w:val="both"/>
        <w:rPr>
          <w:b w:val="0"/>
          <w:bCs w:val="0"/>
          <w:i w:val="0"/>
          <w:iCs w:val="0"/>
          <w:sz w:val="24"/>
          <w:szCs w:val="24"/>
        </w:rPr>
      </w:pPr>
    </w:p>
    <w:p w:rsidR="00201158" w:rsidRPr="00907E6B" w:rsidRDefault="0020115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201158" w:rsidRPr="00907E6B" w:rsidRDefault="0020115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201158" w:rsidRPr="00907E6B" w:rsidRDefault="00201158"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201158" w:rsidRPr="00907E6B" w:rsidRDefault="0020115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201158" w:rsidRPr="00907E6B" w:rsidRDefault="00201158"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201158" w:rsidRPr="00907E6B" w:rsidRDefault="00201158"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201158" w:rsidRPr="00907E6B" w:rsidRDefault="00201158"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201158" w:rsidRDefault="00201158"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201158" w:rsidRPr="00AF3282" w:rsidRDefault="00201158"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201158" w:rsidRPr="00907E6B" w:rsidRDefault="0020115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201158" w:rsidRPr="00907E6B" w:rsidRDefault="0020115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201158" w:rsidRPr="00907E6B" w:rsidRDefault="00201158"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201158" w:rsidRPr="00907E6B" w:rsidRDefault="0020115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01158" w:rsidRPr="00242528">
        <w:trPr>
          <w:cantSplit/>
          <w:trHeight w:val="866"/>
        </w:trPr>
        <w:tc>
          <w:tcPr>
            <w:tcW w:w="709"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01158" w:rsidRPr="00907E6B" w:rsidRDefault="00201158" w:rsidP="00907E6B">
            <w:pPr>
              <w:spacing w:after="0" w:line="240" w:lineRule="auto"/>
              <w:jc w:val="center"/>
              <w:rPr>
                <w:rFonts w:ascii="Times New Roman" w:hAnsi="Times New Roman" w:cs="Times New Roman"/>
                <w:sz w:val="24"/>
                <w:szCs w:val="24"/>
              </w:rPr>
            </w:pPr>
          </w:p>
          <w:p w:rsidR="00201158" w:rsidRPr="00907E6B" w:rsidRDefault="00201158" w:rsidP="00907E6B">
            <w:pPr>
              <w:spacing w:after="0" w:line="240" w:lineRule="auto"/>
              <w:jc w:val="center"/>
              <w:rPr>
                <w:rFonts w:ascii="Times New Roman" w:hAnsi="Times New Roman" w:cs="Times New Roman"/>
                <w:sz w:val="24"/>
                <w:szCs w:val="24"/>
              </w:rPr>
            </w:pPr>
          </w:p>
        </w:tc>
        <w:tc>
          <w:tcPr>
            <w:tcW w:w="1984"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01158" w:rsidRPr="00242528">
        <w:trPr>
          <w:tblHeader/>
        </w:trPr>
        <w:tc>
          <w:tcPr>
            <w:tcW w:w="709"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201158" w:rsidRPr="00242528">
        <w:trPr>
          <w:cantSplit/>
          <w:trHeight w:val="873"/>
        </w:trPr>
        <w:tc>
          <w:tcPr>
            <w:tcW w:w="709"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1158" w:rsidRPr="00A412EC" w:rsidRDefault="00201158"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rPr>
          <w:cantSplit/>
        </w:trPr>
        <w:tc>
          <w:tcPr>
            <w:tcW w:w="709"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01158" w:rsidRPr="00A412EC" w:rsidRDefault="00201158" w:rsidP="00907E6B">
            <w:pPr>
              <w:pStyle w:val="Date"/>
              <w:autoSpaceDE w:val="0"/>
              <w:autoSpaceDN w:val="0"/>
              <w:adjustRightInd w:val="0"/>
              <w:spacing w:after="0"/>
            </w:pPr>
            <w:r w:rsidRPr="00A412EC">
              <w:t xml:space="preserve">Срок выполнения работ </w:t>
            </w:r>
          </w:p>
        </w:tc>
        <w:tc>
          <w:tcPr>
            <w:tcW w:w="1701"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201158" w:rsidRPr="00907E6B" w:rsidRDefault="00201158" w:rsidP="00907E6B">
            <w:pPr>
              <w:spacing w:after="0" w:line="240" w:lineRule="auto"/>
              <w:jc w:val="both"/>
              <w:rPr>
                <w:rFonts w:ascii="Times New Roman" w:hAnsi="Times New Roman" w:cs="Times New Roman"/>
                <w:sz w:val="24"/>
                <w:szCs w:val="24"/>
              </w:rPr>
            </w:pPr>
          </w:p>
        </w:tc>
      </w:tr>
    </w:tbl>
    <w:p w:rsidR="00201158" w:rsidRPr="00907E6B" w:rsidRDefault="00201158"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201158" w:rsidRPr="00907E6B" w:rsidRDefault="00201158"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01158" w:rsidRPr="00242528">
        <w:trPr>
          <w:cantSplit/>
          <w:trHeight w:val="866"/>
        </w:trPr>
        <w:tc>
          <w:tcPr>
            <w:tcW w:w="709"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01158" w:rsidRPr="00907E6B" w:rsidRDefault="00201158" w:rsidP="00907E6B">
            <w:pPr>
              <w:spacing w:after="0" w:line="240" w:lineRule="auto"/>
              <w:jc w:val="center"/>
              <w:rPr>
                <w:rFonts w:ascii="Times New Roman" w:hAnsi="Times New Roman" w:cs="Times New Roman"/>
                <w:sz w:val="24"/>
                <w:szCs w:val="24"/>
              </w:rPr>
            </w:pPr>
          </w:p>
          <w:p w:rsidR="00201158" w:rsidRPr="00907E6B" w:rsidRDefault="00201158" w:rsidP="00907E6B">
            <w:pPr>
              <w:spacing w:after="0" w:line="240" w:lineRule="auto"/>
              <w:jc w:val="center"/>
              <w:rPr>
                <w:rFonts w:ascii="Times New Roman" w:hAnsi="Times New Roman" w:cs="Times New Roman"/>
                <w:sz w:val="24"/>
                <w:szCs w:val="24"/>
              </w:rPr>
            </w:pPr>
          </w:p>
        </w:tc>
        <w:tc>
          <w:tcPr>
            <w:tcW w:w="1984"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01158" w:rsidRPr="00242528">
        <w:trPr>
          <w:trHeight w:val="413"/>
          <w:tblHeader/>
        </w:trPr>
        <w:tc>
          <w:tcPr>
            <w:tcW w:w="709" w:type="dxa"/>
            <w:vMerge w:val="restart"/>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1158" w:rsidRPr="00907E6B" w:rsidRDefault="0020115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1158" w:rsidRPr="00907E6B" w:rsidRDefault="00201158" w:rsidP="00907E6B">
            <w:pPr>
              <w:spacing w:after="0" w:line="240" w:lineRule="auto"/>
              <w:jc w:val="center"/>
              <w:rPr>
                <w:rFonts w:ascii="Times New Roman" w:hAnsi="Times New Roman" w:cs="Times New Roman"/>
                <w:sz w:val="24"/>
                <w:szCs w:val="24"/>
              </w:rPr>
            </w:pPr>
          </w:p>
        </w:tc>
      </w:tr>
      <w:tr w:rsidR="00201158" w:rsidRPr="00242528">
        <w:trPr>
          <w:trHeight w:val="412"/>
          <w:tblHeader/>
        </w:trPr>
        <w:tc>
          <w:tcPr>
            <w:tcW w:w="709" w:type="dxa"/>
            <w:vMerge/>
          </w:tcPr>
          <w:p w:rsidR="00201158" w:rsidRPr="00907E6B" w:rsidRDefault="00201158" w:rsidP="00907E6B">
            <w:pPr>
              <w:spacing w:after="0" w:line="240" w:lineRule="auto"/>
              <w:jc w:val="center"/>
              <w:rPr>
                <w:rFonts w:ascii="Times New Roman" w:hAnsi="Times New Roman" w:cs="Times New Roman"/>
                <w:sz w:val="24"/>
                <w:szCs w:val="24"/>
              </w:rPr>
            </w:pPr>
          </w:p>
        </w:tc>
        <w:tc>
          <w:tcPr>
            <w:tcW w:w="4962" w:type="dxa"/>
          </w:tcPr>
          <w:p w:rsidR="00201158" w:rsidRPr="00907E6B" w:rsidRDefault="0020115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201158" w:rsidRPr="00907E6B" w:rsidRDefault="00201158" w:rsidP="00907E6B">
            <w:pPr>
              <w:spacing w:after="0" w:line="240" w:lineRule="auto"/>
              <w:jc w:val="center"/>
              <w:rPr>
                <w:rFonts w:ascii="Times New Roman" w:hAnsi="Times New Roman" w:cs="Times New Roman"/>
                <w:sz w:val="24"/>
                <w:szCs w:val="24"/>
              </w:rPr>
            </w:pPr>
          </w:p>
        </w:tc>
        <w:tc>
          <w:tcPr>
            <w:tcW w:w="1984" w:type="dxa"/>
          </w:tcPr>
          <w:p w:rsidR="00201158" w:rsidRPr="00907E6B" w:rsidRDefault="00201158" w:rsidP="00907E6B">
            <w:pPr>
              <w:spacing w:after="0" w:line="240" w:lineRule="auto"/>
              <w:jc w:val="center"/>
              <w:rPr>
                <w:rFonts w:ascii="Times New Roman" w:hAnsi="Times New Roman" w:cs="Times New Roman"/>
                <w:sz w:val="24"/>
                <w:szCs w:val="24"/>
              </w:rPr>
            </w:pPr>
          </w:p>
        </w:tc>
      </w:tr>
      <w:tr w:rsidR="00201158" w:rsidRPr="00242528">
        <w:trPr>
          <w:trHeight w:val="420"/>
          <w:tblHeader/>
        </w:trPr>
        <w:tc>
          <w:tcPr>
            <w:tcW w:w="709" w:type="dxa"/>
            <w:vMerge/>
          </w:tcPr>
          <w:p w:rsidR="00201158" w:rsidRPr="00907E6B" w:rsidRDefault="00201158" w:rsidP="00907E6B">
            <w:pPr>
              <w:spacing w:after="0" w:line="240" w:lineRule="auto"/>
              <w:jc w:val="center"/>
              <w:rPr>
                <w:rFonts w:ascii="Times New Roman" w:hAnsi="Times New Roman" w:cs="Times New Roman"/>
                <w:sz w:val="24"/>
                <w:szCs w:val="24"/>
              </w:rPr>
            </w:pPr>
          </w:p>
        </w:tc>
        <w:tc>
          <w:tcPr>
            <w:tcW w:w="4962" w:type="dxa"/>
          </w:tcPr>
          <w:p w:rsidR="00201158" w:rsidRPr="00907E6B" w:rsidRDefault="0020115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201158" w:rsidRPr="00907E6B" w:rsidRDefault="00201158" w:rsidP="00907E6B">
            <w:pPr>
              <w:spacing w:after="0" w:line="240" w:lineRule="auto"/>
              <w:jc w:val="center"/>
              <w:rPr>
                <w:rFonts w:ascii="Times New Roman" w:hAnsi="Times New Roman" w:cs="Times New Roman"/>
                <w:sz w:val="24"/>
                <w:szCs w:val="24"/>
              </w:rPr>
            </w:pPr>
          </w:p>
        </w:tc>
        <w:tc>
          <w:tcPr>
            <w:tcW w:w="1984" w:type="dxa"/>
          </w:tcPr>
          <w:p w:rsidR="00201158" w:rsidRPr="00907E6B" w:rsidRDefault="00201158" w:rsidP="00907E6B">
            <w:pPr>
              <w:spacing w:after="0" w:line="240" w:lineRule="auto"/>
              <w:jc w:val="center"/>
              <w:rPr>
                <w:rFonts w:ascii="Times New Roman" w:hAnsi="Times New Roman" w:cs="Times New Roman"/>
                <w:sz w:val="24"/>
                <w:szCs w:val="24"/>
              </w:rPr>
            </w:pPr>
          </w:p>
        </w:tc>
      </w:tr>
      <w:tr w:rsidR="00201158" w:rsidRPr="00242528">
        <w:trPr>
          <w:cantSplit/>
          <w:trHeight w:val="409"/>
        </w:trPr>
        <w:tc>
          <w:tcPr>
            <w:tcW w:w="709" w:type="dxa"/>
            <w:vMerge w:val="restart"/>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01158" w:rsidRPr="007018CA" w:rsidRDefault="00201158"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201158" w:rsidRPr="00907E6B" w:rsidRDefault="00201158" w:rsidP="00907E6B">
            <w:pPr>
              <w:spacing w:after="0" w:line="240" w:lineRule="auto"/>
              <w:jc w:val="center"/>
              <w:rPr>
                <w:rFonts w:ascii="Times New Roman" w:hAnsi="Times New Roman" w:cs="Times New Roman"/>
                <w:sz w:val="24"/>
                <w:szCs w:val="24"/>
              </w:rPr>
            </w:pPr>
          </w:p>
          <w:p w:rsidR="00201158" w:rsidRPr="00907E6B" w:rsidRDefault="00201158" w:rsidP="00907E6B">
            <w:pPr>
              <w:spacing w:after="0" w:line="240" w:lineRule="auto"/>
              <w:jc w:val="center"/>
              <w:rPr>
                <w:rFonts w:ascii="Times New Roman" w:hAnsi="Times New Roman" w:cs="Times New Roman"/>
                <w:sz w:val="24"/>
                <w:szCs w:val="24"/>
              </w:rPr>
            </w:pPr>
          </w:p>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rPr>
          <w:cantSplit/>
          <w:trHeight w:val="256"/>
        </w:trPr>
        <w:tc>
          <w:tcPr>
            <w:tcW w:w="709" w:type="dxa"/>
            <w:vMerge/>
          </w:tcPr>
          <w:p w:rsidR="00201158" w:rsidRPr="00907E6B" w:rsidRDefault="00201158" w:rsidP="00907E6B">
            <w:pPr>
              <w:spacing w:after="0" w:line="240" w:lineRule="auto"/>
              <w:jc w:val="center"/>
              <w:rPr>
                <w:rFonts w:ascii="Times New Roman" w:hAnsi="Times New Roman" w:cs="Times New Roman"/>
                <w:sz w:val="24"/>
                <w:szCs w:val="24"/>
              </w:rPr>
            </w:pPr>
          </w:p>
        </w:tc>
        <w:tc>
          <w:tcPr>
            <w:tcW w:w="4962" w:type="dxa"/>
          </w:tcPr>
          <w:p w:rsidR="00201158" w:rsidRPr="00907E6B" w:rsidRDefault="00201158"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201158" w:rsidRPr="00907E6B" w:rsidRDefault="00201158" w:rsidP="00907E6B">
            <w:pPr>
              <w:spacing w:after="0" w:line="240" w:lineRule="auto"/>
              <w:jc w:val="center"/>
              <w:rPr>
                <w:rFonts w:ascii="Times New Roman" w:hAnsi="Times New Roman" w:cs="Times New Roman"/>
                <w:sz w:val="24"/>
                <w:szCs w:val="24"/>
              </w:rPr>
            </w:pPr>
          </w:p>
        </w:tc>
        <w:tc>
          <w:tcPr>
            <w:tcW w:w="1984" w:type="dxa"/>
            <w:vMerge w:val="restart"/>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rPr>
          <w:cantSplit/>
          <w:trHeight w:val="256"/>
        </w:trPr>
        <w:tc>
          <w:tcPr>
            <w:tcW w:w="709" w:type="dxa"/>
            <w:vMerge/>
          </w:tcPr>
          <w:p w:rsidR="00201158" w:rsidRPr="00907E6B" w:rsidRDefault="00201158" w:rsidP="00907E6B">
            <w:pPr>
              <w:spacing w:after="0" w:line="240" w:lineRule="auto"/>
              <w:jc w:val="center"/>
              <w:rPr>
                <w:rFonts w:ascii="Times New Roman" w:hAnsi="Times New Roman" w:cs="Times New Roman"/>
                <w:sz w:val="24"/>
                <w:szCs w:val="24"/>
              </w:rPr>
            </w:pPr>
          </w:p>
        </w:tc>
        <w:tc>
          <w:tcPr>
            <w:tcW w:w="4962" w:type="dxa"/>
          </w:tcPr>
          <w:p w:rsidR="00201158" w:rsidRPr="00907E6B" w:rsidDel="007018CA" w:rsidRDefault="00201158"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201158" w:rsidRPr="00907E6B" w:rsidRDefault="00201158" w:rsidP="00907E6B">
            <w:pPr>
              <w:spacing w:after="0" w:line="240" w:lineRule="auto"/>
              <w:jc w:val="center"/>
              <w:rPr>
                <w:rFonts w:ascii="Times New Roman" w:hAnsi="Times New Roman" w:cs="Times New Roman"/>
                <w:sz w:val="24"/>
                <w:szCs w:val="24"/>
              </w:rPr>
            </w:pPr>
          </w:p>
        </w:tc>
        <w:tc>
          <w:tcPr>
            <w:tcW w:w="1984" w:type="dxa"/>
            <w:vMerge/>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rPr>
          <w:cantSplit/>
        </w:trPr>
        <w:tc>
          <w:tcPr>
            <w:tcW w:w="709"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201158" w:rsidRPr="00D41469" w:rsidRDefault="00201158"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1158" w:rsidRPr="00907E6B" w:rsidRDefault="00201158" w:rsidP="00907E6B">
            <w:pPr>
              <w:spacing w:after="0" w:line="240" w:lineRule="auto"/>
              <w:jc w:val="both"/>
              <w:rPr>
                <w:rFonts w:ascii="Times New Roman" w:hAnsi="Times New Roman" w:cs="Times New Roman"/>
                <w:sz w:val="24"/>
                <w:szCs w:val="24"/>
              </w:rPr>
            </w:pPr>
          </w:p>
        </w:tc>
      </w:tr>
      <w:tr w:rsidR="00201158" w:rsidRPr="00242528">
        <w:trPr>
          <w:cantSplit/>
        </w:trPr>
        <w:tc>
          <w:tcPr>
            <w:tcW w:w="709"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201158" w:rsidRPr="00907E6B" w:rsidRDefault="00201158"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1158" w:rsidRPr="00907E6B" w:rsidRDefault="00201158" w:rsidP="00907E6B">
            <w:pPr>
              <w:spacing w:after="0" w:line="240" w:lineRule="auto"/>
              <w:jc w:val="both"/>
              <w:rPr>
                <w:rFonts w:ascii="Times New Roman" w:hAnsi="Times New Roman" w:cs="Times New Roman"/>
                <w:sz w:val="24"/>
                <w:szCs w:val="24"/>
              </w:rPr>
            </w:pPr>
          </w:p>
        </w:tc>
      </w:tr>
    </w:tbl>
    <w:p w:rsidR="00201158" w:rsidRPr="00483109" w:rsidRDefault="00201158"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201158" w:rsidRDefault="00201158"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201158" w:rsidRDefault="00201158"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201158" w:rsidRPr="00907E6B" w:rsidRDefault="00201158"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201158" w:rsidRDefault="00201158"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201158" w:rsidRPr="00907E6B" w:rsidRDefault="00201158"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201158" w:rsidRPr="00907E6B" w:rsidRDefault="00201158"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201158" w:rsidRPr="00907E6B" w:rsidRDefault="0020115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01158" w:rsidRPr="00907E6B" w:rsidRDefault="0020115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01158" w:rsidRPr="00907E6B" w:rsidRDefault="00201158"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201158" w:rsidRPr="00907E6B" w:rsidRDefault="00201158" w:rsidP="00907E6B">
      <w:pPr>
        <w:spacing w:after="0" w:line="240" w:lineRule="auto"/>
        <w:jc w:val="center"/>
        <w:rPr>
          <w:rFonts w:ascii="Times New Roman" w:hAnsi="Times New Roman" w:cs="Times New Roman"/>
          <w:sz w:val="24"/>
          <w:szCs w:val="24"/>
        </w:rPr>
      </w:pPr>
    </w:p>
    <w:p w:rsidR="00201158" w:rsidRPr="00907E6B" w:rsidRDefault="0020115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Default="00201158" w:rsidP="00907E6B">
      <w:pPr>
        <w:spacing w:after="0" w:line="240" w:lineRule="auto"/>
        <w:jc w:val="both"/>
        <w:rPr>
          <w:rFonts w:ascii="Times New Roman" w:hAnsi="Times New Roman" w:cs="Times New Roman"/>
          <w:sz w:val="24"/>
          <w:szCs w:val="24"/>
        </w:rPr>
      </w:pPr>
    </w:p>
    <w:p w:rsidR="00201158" w:rsidRPr="00F650A6" w:rsidRDefault="00201158"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201158" w:rsidRPr="00F650A6" w:rsidRDefault="00201158"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201158" w:rsidRPr="00F650A6" w:rsidRDefault="00201158"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1158" w:rsidRPr="00F650A6" w:rsidRDefault="00201158" w:rsidP="00F650A6">
      <w:pPr>
        <w:spacing w:after="0" w:line="240" w:lineRule="auto"/>
        <w:ind w:firstLine="540"/>
        <w:jc w:val="right"/>
        <w:rPr>
          <w:rFonts w:ascii="Times New Roman" w:hAnsi="Times New Roman" w:cs="Times New Roman"/>
          <w:b/>
          <w:bCs/>
          <w:sz w:val="24"/>
          <w:szCs w:val="24"/>
        </w:rPr>
      </w:pPr>
    </w:p>
    <w:p w:rsidR="00201158" w:rsidRPr="00F650A6" w:rsidRDefault="00201158"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201158" w:rsidRPr="00F650A6" w:rsidRDefault="00201158"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201158" w:rsidRPr="00F650A6" w:rsidRDefault="0020115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201158" w:rsidRPr="00F650A6" w:rsidRDefault="00201158"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01158" w:rsidRPr="00F650A6" w:rsidRDefault="00201158"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201158" w:rsidRPr="00F650A6" w:rsidRDefault="0020115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01158" w:rsidRPr="00F650A6" w:rsidRDefault="0020115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01158" w:rsidRPr="00F650A6" w:rsidRDefault="0020115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201158" w:rsidRPr="00F650A6" w:rsidRDefault="0020115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201158" w:rsidRPr="00F650A6" w:rsidRDefault="00201158"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201158" w:rsidRPr="00242528">
        <w:trPr>
          <w:jc w:val="center"/>
        </w:trPr>
        <w:tc>
          <w:tcPr>
            <w:tcW w:w="5193" w:type="dxa"/>
          </w:tcPr>
          <w:p w:rsidR="00201158" w:rsidRPr="00F650A6" w:rsidRDefault="0020115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201158" w:rsidRPr="00F650A6" w:rsidRDefault="0020115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201158" w:rsidRPr="00242528">
        <w:trPr>
          <w:jc w:val="center"/>
        </w:trPr>
        <w:tc>
          <w:tcPr>
            <w:tcW w:w="5193" w:type="dxa"/>
          </w:tcPr>
          <w:p w:rsidR="00201158" w:rsidRPr="00F650A6" w:rsidRDefault="00201158" w:rsidP="00F650A6">
            <w:pPr>
              <w:spacing w:after="0" w:line="240" w:lineRule="auto"/>
              <w:jc w:val="both"/>
              <w:rPr>
                <w:rFonts w:ascii="Times New Roman" w:hAnsi="Times New Roman" w:cs="Times New Roman"/>
                <w:sz w:val="24"/>
                <w:szCs w:val="24"/>
              </w:rPr>
            </w:pPr>
          </w:p>
        </w:tc>
        <w:tc>
          <w:tcPr>
            <w:tcW w:w="2924" w:type="dxa"/>
          </w:tcPr>
          <w:p w:rsidR="00201158" w:rsidRPr="00F650A6" w:rsidRDefault="00201158" w:rsidP="00F650A6">
            <w:pPr>
              <w:spacing w:after="0" w:line="240" w:lineRule="auto"/>
              <w:jc w:val="both"/>
              <w:rPr>
                <w:rFonts w:ascii="Times New Roman" w:hAnsi="Times New Roman" w:cs="Times New Roman"/>
                <w:sz w:val="24"/>
                <w:szCs w:val="24"/>
              </w:rPr>
            </w:pPr>
          </w:p>
        </w:tc>
      </w:tr>
      <w:tr w:rsidR="00201158" w:rsidRPr="00242528">
        <w:trPr>
          <w:jc w:val="center"/>
        </w:trPr>
        <w:tc>
          <w:tcPr>
            <w:tcW w:w="5193" w:type="dxa"/>
          </w:tcPr>
          <w:p w:rsidR="00201158" w:rsidRPr="00F650A6" w:rsidRDefault="00201158" w:rsidP="00F650A6">
            <w:pPr>
              <w:spacing w:after="0" w:line="240" w:lineRule="auto"/>
              <w:jc w:val="both"/>
              <w:rPr>
                <w:rFonts w:ascii="Times New Roman" w:hAnsi="Times New Roman" w:cs="Times New Roman"/>
                <w:sz w:val="24"/>
                <w:szCs w:val="24"/>
              </w:rPr>
            </w:pPr>
          </w:p>
        </w:tc>
        <w:tc>
          <w:tcPr>
            <w:tcW w:w="2924" w:type="dxa"/>
          </w:tcPr>
          <w:p w:rsidR="00201158" w:rsidRPr="00F650A6" w:rsidRDefault="00201158" w:rsidP="00F650A6">
            <w:pPr>
              <w:spacing w:after="0" w:line="240" w:lineRule="auto"/>
              <w:jc w:val="both"/>
              <w:rPr>
                <w:rFonts w:ascii="Times New Roman" w:hAnsi="Times New Roman" w:cs="Times New Roman"/>
                <w:sz w:val="24"/>
                <w:szCs w:val="24"/>
              </w:rPr>
            </w:pPr>
          </w:p>
        </w:tc>
      </w:tr>
    </w:tbl>
    <w:p w:rsidR="00201158" w:rsidRPr="00F650A6" w:rsidRDefault="00201158" w:rsidP="00F650A6">
      <w:pPr>
        <w:spacing w:after="0" w:line="240" w:lineRule="auto"/>
        <w:jc w:val="both"/>
        <w:rPr>
          <w:rFonts w:ascii="Times New Roman" w:hAnsi="Times New Roman" w:cs="Times New Roman"/>
          <w:sz w:val="24"/>
          <w:szCs w:val="24"/>
        </w:rPr>
      </w:pPr>
    </w:p>
    <w:p w:rsidR="00201158" w:rsidRPr="00F650A6" w:rsidRDefault="0020115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p>
    <w:p w:rsidR="00201158" w:rsidRPr="003B364D" w:rsidRDefault="00201158"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201158" w:rsidRPr="003B364D" w:rsidRDefault="00201158"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201158" w:rsidRPr="003B364D" w:rsidRDefault="00201158"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1158" w:rsidRPr="003B364D" w:rsidRDefault="00201158" w:rsidP="00F650A6">
      <w:pPr>
        <w:pStyle w:val="ConsPlusNormal"/>
        <w:ind w:left="540" w:firstLine="0"/>
        <w:jc w:val="right"/>
        <w:rPr>
          <w:rFonts w:ascii="Times New Roman" w:hAnsi="Times New Roman" w:cs="Times New Roman"/>
          <w:b/>
          <w:bCs/>
          <w:sz w:val="24"/>
          <w:szCs w:val="24"/>
        </w:rPr>
      </w:pPr>
    </w:p>
    <w:p w:rsidR="00201158" w:rsidRPr="003B364D" w:rsidRDefault="00201158"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201158" w:rsidRPr="00F650A6" w:rsidRDefault="00201158"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201158" w:rsidRPr="00F650A6" w:rsidRDefault="00201158"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201158" w:rsidRPr="00F650A6" w:rsidRDefault="00201158" w:rsidP="00F650A6">
      <w:pPr>
        <w:pStyle w:val="ConsPlusNormal"/>
        <w:ind w:firstLine="708"/>
        <w:rPr>
          <w:rFonts w:ascii="Times New Roman" w:hAnsi="Times New Roman" w:cs="Times New Roman"/>
          <w:sz w:val="24"/>
          <w:szCs w:val="24"/>
        </w:rPr>
      </w:pPr>
    </w:p>
    <w:p w:rsidR="00201158" w:rsidRPr="00F650A6" w:rsidRDefault="00201158"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201158" w:rsidRPr="00F650A6" w:rsidRDefault="00201158"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01158" w:rsidRPr="00F650A6" w:rsidRDefault="0020115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201158" w:rsidRPr="00F650A6" w:rsidRDefault="00201158"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201158" w:rsidRPr="00F650A6" w:rsidRDefault="0020115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201158" w:rsidRPr="00F650A6" w:rsidRDefault="0020115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201158" w:rsidRPr="00F650A6" w:rsidRDefault="00201158"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201158" w:rsidRPr="00F650A6" w:rsidRDefault="0020115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201158" w:rsidRPr="00F650A6" w:rsidRDefault="0020115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201158" w:rsidRPr="00F650A6" w:rsidRDefault="00201158"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201158" w:rsidRPr="00F650A6" w:rsidRDefault="00201158" w:rsidP="00F650A6">
      <w:pPr>
        <w:pStyle w:val="ConsPlusNormal"/>
        <w:ind w:firstLine="708"/>
        <w:jc w:val="both"/>
        <w:rPr>
          <w:rFonts w:ascii="Times New Roman" w:hAnsi="Times New Roman" w:cs="Times New Roman"/>
          <w:sz w:val="24"/>
          <w:szCs w:val="24"/>
        </w:rPr>
      </w:pPr>
    </w:p>
    <w:p w:rsidR="00201158" w:rsidRPr="00F650A6" w:rsidRDefault="00201158"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201158" w:rsidRPr="00F650A6" w:rsidRDefault="00201158"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201158" w:rsidRPr="00F650A6" w:rsidRDefault="00201158" w:rsidP="00F650A6">
      <w:pPr>
        <w:spacing w:after="0" w:line="240" w:lineRule="auto"/>
        <w:jc w:val="center"/>
        <w:rPr>
          <w:rFonts w:ascii="Times New Roman" w:hAnsi="Times New Roman" w:cs="Times New Roman"/>
          <w:sz w:val="24"/>
          <w:szCs w:val="24"/>
        </w:rPr>
      </w:pPr>
    </w:p>
    <w:p w:rsidR="00201158" w:rsidRPr="00F650A6" w:rsidRDefault="0020115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01158" w:rsidRPr="00F650A6" w:rsidRDefault="00201158" w:rsidP="00F650A6">
      <w:pPr>
        <w:pStyle w:val="ConsPlusNormal"/>
        <w:ind w:firstLine="708"/>
        <w:jc w:val="center"/>
        <w:rPr>
          <w:rFonts w:ascii="Times New Roman" w:hAnsi="Times New Roman" w:cs="Times New Roman"/>
          <w:sz w:val="24"/>
          <w:szCs w:val="24"/>
        </w:rPr>
      </w:pPr>
    </w:p>
    <w:p w:rsidR="00201158" w:rsidRDefault="00201158"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201158" w:rsidRPr="003B364D" w:rsidRDefault="00201158"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201158" w:rsidRPr="003B364D" w:rsidRDefault="00201158"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201158" w:rsidRPr="003B364D" w:rsidRDefault="00201158"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1158" w:rsidRPr="003B364D" w:rsidRDefault="00201158" w:rsidP="003B364D">
      <w:pPr>
        <w:spacing w:after="0" w:line="240" w:lineRule="auto"/>
        <w:jc w:val="right"/>
        <w:rPr>
          <w:rFonts w:ascii="Times New Roman" w:hAnsi="Times New Roman" w:cs="Times New Roman"/>
          <w:b/>
          <w:bCs/>
          <w:sz w:val="24"/>
          <w:szCs w:val="24"/>
        </w:rPr>
      </w:pPr>
    </w:p>
    <w:p w:rsidR="00201158" w:rsidRPr="003B364D" w:rsidRDefault="00201158"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201158" w:rsidRPr="003B364D" w:rsidRDefault="00201158"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201158" w:rsidRPr="00242528">
        <w:tc>
          <w:tcPr>
            <w:tcW w:w="451"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054"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201158" w:rsidRPr="00242528">
        <w:tc>
          <w:tcPr>
            <w:tcW w:w="451"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533"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205"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658"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548"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672" w:type="dxa"/>
          </w:tcPr>
          <w:p w:rsidR="00201158" w:rsidRPr="003B364D" w:rsidRDefault="00201158" w:rsidP="003B364D">
            <w:pPr>
              <w:pStyle w:val="ConsPlusNormal"/>
              <w:ind w:firstLine="0"/>
              <w:jc w:val="center"/>
              <w:rPr>
                <w:rFonts w:ascii="Times New Roman" w:hAnsi="Times New Roman" w:cs="Times New Roman"/>
                <w:sz w:val="24"/>
                <w:szCs w:val="24"/>
              </w:rPr>
            </w:pPr>
          </w:p>
        </w:tc>
      </w:tr>
      <w:tr w:rsidR="00201158" w:rsidRPr="00242528">
        <w:tc>
          <w:tcPr>
            <w:tcW w:w="451"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533"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205"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658"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548"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672" w:type="dxa"/>
          </w:tcPr>
          <w:p w:rsidR="00201158" w:rsidRPr="003B364D" w:rsidRDefault="00201158" w:rsidP="003B364D">
            <w:pPr>
              <w:pStyle w:val="ConsPlusNormal"/>
              <w:ind w:firstLine="0"/>
              <w:jc w:val="center"/>
              <w:rPr>
                <w:rFonts w:ascii="Times New Roman" w:hAnsi="Times New Roman" w:cs="Times New Roman"/>
                <w:sz w:val="24"/>
                <w:szCs w:val="24"/>
              </w:rPr>
            </w:pPr>
          </w:p>
        </w:tc>
      </w:tr>
      <w:tr w:rsidR="00201158" w:rsidRPr="00242528">
        <w:tc>
          <w:tcPr>
            <w:tcW w:w="451" w:type="dxa"/>
          </w:tcPr>
          <w:p w:rsidR="00201158" w:rsidRPr="003B364D" w:rsidRDefault="0020115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533"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205"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658"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548" w:type="dxa"/>
          </w:tcPr>
          <w:p w:rsidR="00201158" w:rsidRPr="003B364D" w:rsidRDefault="00201158" w:rsidP="003B364D">
            <w:pPr>
              <w:pStyle w:val="ConsPlusNormal"/>
              <w:ind w:firstLine="0"/>
              <w:jc w:val="center"/>
              <w:rPr>
                <w:rFonts w:ascii="Times New Roman" w:hAnsi="Times New Roman" w:cs="Times New Roman"/>
                <w:sz w:val="24"/>
                <w:szCs w:val="24"/>
              </w:rPr>
            </w:pPr>
          </w:p>
        </w:tc>
        <w:tc>
          <w:tcPr>
            <w:tcW w:w="1672" w:type="dxa"/>
          </w:tcPr>
          <w:p w:rsidR="00201158" w:rsidRPr="003B364D" w:rsidRDefault="00201158" w:rsidP="003B364D">
            <w:pPr>
              <w:pStyle w:val="ConsPlusNormal"/>
              <w:ind w:firstLine="0"/>
              <w:jc w:val="center"/>
              <w:rPr>
                <w:rFonts w:ascii="Times New Roman" w:hAnsi="Times New Roman" w:cs="Times New Roman"/>
                <w:sz w:val="24"/>
                <w:szCs w:val="24"/>
              </w:rPr>
            </w:pPr>
          </w:p>
        </w:tc>
      </w:tr>
    </w:tbl>
    <w:p w:rsidR="00201158" w:rsidRPr="003B364D" w:rsidRDefault="0020115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201158" w:rsidRPr="003B364D" w:rsidRDefault="0020115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201158" w:rsidRPr="003B364D" w:rsidRDefault="0020115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201158" w:rsidRPr="003B364D" w:rsidRDefault="00201158"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201158" w:rsidRPr="003B364D" w:rsidRDefault="00201158" w:rsidP="003B364D">
      <w:pPr>
        <w:spacing w:after="0" w:line="240" w:lineRule="auto"/>
        <w:ind w:firstLine="708"/>
        <w:rPr>
          <w:rFonts w:ascii="Times New Roman" w:hAnsi="Times New Roman" w:cs="Times New Roman"/>
          <w:sz w:val="24"/>
          <w:szCs w:val="24"/>
        </w:rPr>
      </w:pPr>
    </w:p>
    <w:p w:rsidR="00201158" w:rsidRPr="003B364D" w:rsidRDefault="00201158"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201158" w:rsidRPr="003B364D" w:rsidRDefault="00201158" w:rsidP="003B364D">
      <w:pPr>
        <w:spacing w:after="0" w:line="240" w:lineRule="auto"/>
        <w:rPr>
          <w:rFonts w:ascii="Times New Roman" w:hAnsi="Times New Roman" w:cs="Times New Roman"/>
          <w:sz w:val="24"/>
          <w:szCs w:val="24"/>
        </w:rPr>
      </w:pPr>
    </w:p>
    <w:p w:rsidR="00201158" w:rsidRPr="003B364D" w:rsidRDefault="00201158"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201158" w:rsidRPr="003B364D" w:rsidRDefault="00201158" w:rsidP="003B364D">
      <w:pPr>
        <w:spacing w:after="0" w:line="240" w:lineRule="auto"/>
        <w:jc w:val="both"/>
        <w:rPr>
          <w:rFonts w:ascii="Times New Roman" w:hAnsi="Times New Roman" w:cs="Times New Roman"/>
          <w:sz w:val="24"/>
          <w:szCs w:val="24"/>
        </w:rPr>
      </w:pPr>
    </w:p>
    <w:p w:rsidR="00201158" w:rsidRPr="003B364D" w:rsidRDefault="0020115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201158" w:rsidRPr="003B364D" w:rsidRDefault="0020115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201158" w:rsidRPr="003B364D" w:rsidRDefault="0020115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201158" w:rsidRPr="003B364D" w:rsidRDefault="00201158" w:rsidP="003B364D">
      <w:pPr>
        <w:pStyle w:val="ConsPlusNormal"/>
        <w:ind w:left="450" w:firstLine="0"/>
        <w:rPr>
          <w:rFonts w:ascii="Times New Roman" w:hAnsi="Times New Roman" w:cs="Times New Roman"/>
          <w:sz w:val="24"/>
          <w:szCs w:val="24"/>
        </w:rPr>
      </w:pPr>
    </w:p>
    <w:p w:rsidR="00201158" w:rsidRPr="003B364D" w:rsidRDefault="00201158"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201158" w:rsidRPr="003B364D" w:rsidRDefault="00201158" w:rsidP="003B364D">
      <w:pPr>
        <w:pStyle w:val="ConsPlusNormal"/>
        <w:ind w:left="450" w:firstLine="0"/>
        <w:rPr>
          <w:rFonts w:ascii="Times New Roman" w:hAnsi="Times New Roman" w:cs="Times New Roman"/>
          <w:sz w:val="24"/>
          <w:szCs w:val="24"/>
        </w:rPr>
      </w:pPr>
    </w:p>
    <w:p w:rsidR="00201158" w:rsidRDefault="00201158"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201158" w:rsidRDefault="00201158" w:rsidP="00F650A6">
      <w:pPr>
        <w:spacing w:after="0" w:line="240" w:lineRule="auto"/>
        <w:jc w:val="both"/>
        <w:rPr>
          <w:rFonts w:ascii="Times New Roman" w:hAnsi="Times New Roman" w:cs="Times New Roman"/>
          <w:sz w:val="24"/>
          <w:szCs w:val="24"/>
        </w:rPr>
      </w:pPr>
    </w:p>
    <w:p w:rsidR="00201158" w:rsidRPr="00EA2DD6" w:rsidRDefault="00201158"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201158" w:rsidRPr="00EA2DD6" w:rsidRDefault="00201158"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201158" w:rsidRPr="00EA2DD6" w:rsidRDefault="00201158"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1158" w:rsidRPr="00EA2DD6" w:rsidRDefault="00201158" w:rsidP="00FE444E">
      <w:pPr>
        <w:spacing w:after="0" w:line="240" w:lineRule="auto"/>
        <w:ind w:left="720"/>
        <w:jc w:val="right"/>
        <w:rPr>
          <w:rFonts w:ascii="Times New Roman" w:hAnsi="Times New Roman" w:cs="Times New Roman"/>
          <w:b/>
          <w:bCs/>
          <w:sz w:val="24"/>
          <w:szCs w:val="24"/>
        </w:rPr>
      </w:pPr>
    </w:p>
    <w:p w:rsidR="00201158" w:rsidRDefault="00201158"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201158" w:rsidRPr="00EA2DD6" w:rsidRDefault="00201158" w:rsidP="00FE444E">
      <w:pPr>
        <w:spacing w:after="0" w:line="240" w:lineRule="auto"/>
        <w:ind w:left="720"/>
        <w:jc w:val="center"/>
        <w:rPr>
          <w:rFonts w:ascii="Times New Roman" w:hAnsi="Times New Roman" w:cs="Times New Roman"/>
          <w:b/>
          <w:bCs/>
          <w:sz w:val="24"/>
          <w:szCs w:val="24"/>
        </w:rPr>
      </w:pPr>
    </w:p>
    <w:p w:rsidR="00201158" w:rsidRPr="009D4038" w:rsidRDefault="00201158"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201158" w:rsidRPr="009D4038" w:rsidRDefault="00201158"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201158" w:rsidRPr="008C5597" w:rsidRDefault="00201158"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201158" w:rsidRPr="00FE444E" w:rsidRDefault="0020115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201158" w:rsidRPr="00FE444E" w:rsidRDefault="0020115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201158" w:rsidRPr="00FE444E" w:rsidRDefault="0020115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201158" w:rsidRPr="00FE444E" w:rsidRDefault="00201158" w:rsidP="00FE444E">
      <w:pPr>
        <w:spacing w:after="0" w:line="240" w:lineRule="auto"/>
        <w:jc w:val="both"/>
        <w:rPr>
          <w:rFonts w:ascii="Times New Roman" w:hAnsi="Times New Roman" w:cs="Times New Roman"/>
          <w:sz w:val="24"/>
          <w:szCs w:val="24"/>
        </w:rPr>
      </w:pPr>
    </w:p>
    <w:p w:rsidR="00201158" w:rsidRPr="009D4038" w:rsidRDefault="00201158"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201158" w:rsidRPr="00FE444E" w:rsidRDefault="00201158"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201158" w:rsidRPr="00FE444E" w:rsidRDefault="00201158"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1158" w:rsidRPr="00FE444E" w:rsidRDefault="0020115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1158" w:rsidRPr="00FE444E" w:rsidRDefault="0020115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1158" w:rsidRPr="00FE444E" w:rsidRDefault="0020115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1158" w:rsidRPr="00FE444E" w:rsidRDefault="00201158" w:rsidP="00FE444E">
      <w:pPr>
        <w:spacing w:after="0" w:line="240" w:lineRule="auto"/>
        <w:ind w:firstLine="993"/>
        <w:jc w:val="both"/>
        <w:rPr>
          <w:rFonts w:ascii="Times New Roman" w:hAnsi="Times New Roman" w:cs="Times New Roman"/>
          <w:sz w:val="24"/>
          <w:szCs w:val="24"/>
        </w:rPr>
      </w:pPr>
    </w:p>
    <w:p w:rsidR="00201158" w:rsidRPr="00FE444E" w:rsidRDefault="00201158"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201158" w:rsidRPr="00FE444E" w:rsidRDefault="00201158" w:rsidP="00FE444E">
      <w:pPr>
        <w:spacing w:after="0" w:line="240" w:lineRule="auto"/>
        <w:ind w:left="1545"/>
        <w:jc w:val="both"/>
        <w:rPr>
          <w:rFonts w:ascii="Times New Roman" w:hAnsi="Times New Roman" w:cs="Times New Roman"/>
          <w:sz w:val="24"/>
          <w:szCs w:val="24"/>
        </w:rPr>
      </w:pPr>
    </w:p>
    <w:p w:rsidR="00201158" w:rsidRPr="00FE444E" w:rsidRDefault="00201158"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201158" w:rsidRPr="00FE444E" w:rsidRDefault="0020115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201158" w:rsidRPr="00FE444E" w:rsidRDefault="00201158" w:rsidP="00FE444E">
      <w:pPr>
        <w:pStyle w:val="ListParagraph"/>
        <w:spacing w:after="0" w:line="240" w:lineRule="auto"/>
        <w:rPr>
          <w:rFonts w:ascii="Times New Roman" w:hAnsi="Times New Roman" w:cs="Times New Roman"/>
          <w:sz w:val="24"/>
          <w:szCs w:val="24"/>
        </w:rPr>
      </w:pPr>
    </w:p>
    <w:p w:rsidR="00201158" w:rsidRPr="00FE444E" w:rsidRDefault="0020115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201158" w:rsidRPr="00FE444E" w:rsidRDefault="00201158" w:rsidP="00FE444E">
      <w:pPr>
        <w:pStyle w:val="ListParagraph"/>
        <w:spacing w:after="0" w:line="240" w:lineRule="auto"/>
        <w:ind w:left="0" w:firstLine="540"/>
        <w:rPr>
          <w:rFonts w:ascii="Times New Roman" w:hAnsi="Times New Roman" w:cs="Times New Roman"/>
          <w:sz w:val="24"/>
          <w:szCs w:val="24"/>
        </w:rPr>
      </w:pPr>
    </w:p>
    <w:p w:rsidR="00201158" w:rsidRPr="00FE444E" w:rsidRDefault="0020115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201158" w:rsidRPr="00FE444E" w:rsidRDefault="00201158" w:rsidP="00FE444E">
      <w:pPr>
        <w:spacing w:after="0" w:line="240" w:lineRule="auto"/>
        <w:ind w:firstLine="426"/>
        <w:jc w:val="center"/>
        <w:rPr>
          <w:rFonts w:ascii="Times New Roman" w:hAnsi="Times New Roman" w:cs="Times New Roman"/>
          <w:sz w:val="24"/>
          <w:szCs w:val="24"/>
        </w:rPr>
      </w:pPr>
    </w:p>
    <w:p w:rsidR="00201158" w:rsidRPr="009D4038" w:rsidRDefault="00201158"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201158" w:rsidRPr="00FE444E" w:rsidRDefault="00201158"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201158" w:rsidRPr="00FE444E" w:rsidRDefault="00201158" w:rsidP="00FE444E">
      <w:pPr>
        <w:pStyle w:val="Style19"/>
        <w:widowControl/>
        <w:spacing w:before="0" w:after="0" w:line="240" w:lineRule="auto"/>
        <w:ind w:firstLine="567"/>
      </w:pPr>
    </w:p>
    <w:p w:rsidR="00201158" w:rsidRPr="009D4038" w:rsidRDefault="00201158"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201158" w:rsidRPr="00FE444E" w:rsidRDefault="00201158"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201158" w:rsidRPr="00FE444E" w:rsidRDefault="00201158"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201158" w:rsidRPr="00FE444E" w:rsidRDefault="00201158"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201158" w:rsidRDefault="00201158"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201158" w:rsidRPr="00600BF7" w:rsidRDefault="00201158" w:rsidP="00FE444E">
      <w:pPr>
        <w:pStyle w:val="BodyTextIndent"/>
        <w:spacing w:after="0" w:line="240" w:lineRule="auto"/>
        <w:ind w:left="0" w:firstLine="567"/>
        <w:jc w:val="both"/>
        <w:rPr>
          <w:rFonts w:ascii="Times New Roman" w:hAnsi="Times New Roman" w:cs="Times New Roman"/>
          <w:sz w:val="24"/>
          <w:szCs w:val="24"/>
        </w:rPr>
      </w:pPr>
    </w:p>
    <w:p w:rsidR="00201158" w:rsidRPr="009D4038" w:rsidRDefault="00201158"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201158" w:rsidRPr="00FE444E" w:rsidRDefault="00201158" w:rsidP="00FE444E">
      <w:pPr>
        <w:spacing w:after="0" w:line="240" w:lineRule="auto"/>
        <w:ind w:firstLine="567"/>
        <w:jc w:val="both"/>
        <w:rPr>
          <w:rFonts w:ascii="Times New Roman" w:hAnsi="Times New Roman" w:cs="Times New Roman"/>
          <w:sz w:val="24"/>
          <w:szCs w:val="24"/>
        </w:rPr>
      </w:pP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201158"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01158" w:rsidRPr="00FE444E" w:rsidRDefault="00201158" w:rsidP="00FE444E">
      <w:pPr>
        <w:spacing w:after="0" w:line="240" w:lineRule="auto"/>
        <w:ind w:firstLine="567"/>
        <w:jc w:val="both"/>
        <w:rPr>
          <w:sz w:val="24"/>
          <w:szCs w:val="24"/>
        </w:rPr>
      </w:pPr>
    </w:p>
    <w:p w:rsidR="00201158" w:rsidRPr="009D4038" w:rsidRDefault="00201158"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201158" w:rsidRPr="00FE444E" w:rsidRDefault="00201158"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201158" w:rsidRPr="00FE444E" w:rsidRDefault="00201158"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201158" w:rsidRPr="00FE444E" w:rsidRDefault="00201158"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201158" w:rsidRPr="00FE444E" w:rsidRDefault="00201158"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201158" w:rsidRPr="008C5567" w:rsidRDefault="00201158"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201158" w:rsidRDefault="00201158"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01158" w:rsidRPr="00FE444E" w:rsidRDefault="00201158" w:rsidP="00FE444E">
      <w:pPr>
        <w:tabs>
          <w:tab w:val="left" w:pos="1418"/>
        </w:tabs>
        <w:spacing w:after="0" w:line="240" w:lineRule="auto"/>
        <w:ind w:firstLine="567"/>
        <w:jc w:val="both"/>
        <w:rPr>
          <w:rFonts w:ascii="Times New Roman" w:hAnsi="Times New Roman" w:cs="Times New Roman"/>
          <w:sz w:val="24"/>
          <w:szCs w:val="24"/>
        </w:rPr>
      </w:pPr>
    </w:p>
    <w:p w:rsidR="00201158" w:rsidRPr="009D4038" w:rsidRDefault="00201158"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201158" w:rsidRPr="009553A2" w:rsidRDefault="00201158"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201158" w:rsidRPr="00FE444E" w:rsidRDefault="00201158"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01158" w:rsidRPr="00DE3F58"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01158" w:rsidRPr="00250D03" w:rsidRDefault="00201158"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01158" w:rsidRPr="00250D03" w:rsidRDefault="00201158"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01158" w:rsidRPr="00250D03" w:rsidRDefault="00201158"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01158" w:rsidRPr="00FE444E" w:rsidRDefault="00201158"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201158" w:rsidRPr="00FE444E" w:rsidRDefault="00201158"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01158" w:rsidRPr="00FE444E" w:rsidRDefault="00201158"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01158" w:rsidRPr="00FE444E" w:rsidRDefault="00201158"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201158"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01158" w:rsidRPr="00FE444E" w:rsidRDefault="00201158" w:rsidP="00FE444E">
      <w:pPr>
        <w:spacing w:after="0" w:line="240" w:lineRule="auto"/>
        <w:ind w:firstLine="567"/>
        <w:jc w:val="both"/>
        <w:rPr>
          <w:rFonts w:ascii="Times New Roman" w:hAnsi="Times New Roman" w:cs="Times New Roman"/>
          <w:sz w:val="24"/>
          <w:szCs w:val="24"/>
        </w:rPr>
      </w:pPr>
    </w:p>
    <w:p w:rsidR="00201158" w:rsidRPr="009D4038" w:rsidRDefault="00201158"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201158" w:rsidRPr="008C5597" w:rsidRDefault="00201158"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201158" w:rsidRPr="00F119A4" w:rsidRDefault="00201158"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201158" w:rsidRPr="00F119A4" w:rsidRDefault="00201158" w:rsidP="00FE444E">
      <w:pPr>
        <w:pStyle w:val="Style8"/>
        <w:widowControl/>
        <w:spacing w:before="0" w:after="0" w:line="240" w:lineRule="auto"/>
        <w:ind w:firstLine="567"/>
      </w:pPr>
    </w:p>
    <w:p w:rsidR="00201158" w:rsidRPr="00FE444E" w:rsidRDefault="00201158" w:rsidP="00FE444E">
      <w:pPr>
        <w:pStyle w:val="Style7"/>
        <w:widowControl/>
        <w:tabs>
          <w:tab w:val="left" w:leader="underscore" w:pos="9254"/>
        </w:tabs>
        <w:spacing w:before="0" w:after="0" w:line="240" w:lineRule="auto"/>
        <w:jc w:val="both"/>
        <w:rPr>
          <w:b/>
          <w:bCs/>
        </w:rPr>
      </w:pPr>
      <w:r w:rsidRPr="00FE444E">
        <w:rPr>
          <w:b/>
          <w:bCs/>
        </w:rPr>
        <w:tab/>
      </w:r>
    </w:p>
    <w:p w:rsidR="00201158" w:rsidRPr="00FE444E" w:rsidRDefault="00201158"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201158" w:rsidRDefault="00201158"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201158" w:rsidRPr="00822604" w:rsidRDefault="00201158" w:rsidP="00FE444E">
      <w:pPr>
        <w:pStyle w:val="Style12"/>
        <w:widowControl/>
        <w:spacing w:before="0" w:after="0" w:line="240" w:lineRule="auto"/>
        <w:ind w:firstLine="567"/>
        <w:jc w:val="both"/>
      </w:pPr>
      <w:r w:rsidRPr="00822604">
        <w:t>Полномочным представителем Подрядчика является:</w:t>
      </w:r>
    </w:p>
    <w:p w:rsidR="00201158" w:rsidRPr="00FE444E" w:rsidRDefault="00201158" w:rsidP="00FE444E">
      <w:pPr>
        <w:pStyle w:val="Style7"/>
        <w:widowControl/>
        <w:tabs>
          <w:tab w:val="left" w:leader="underscore" w:pos="9254"/>
        </w:tabs>
        <w:spacing w:before="0" w:after="0" w:line="240" w:lineRule="auto"/>
        <w:jc w:val="both"/>
        <w:rPr>
          <w:b/>
          <w:bCs/>
        </w:rPr>
      </w:pPr>
      <w:r w:rsidRPr="00FE444E">
        <w:rPr>
          <w:b/>
          <w:bCs/>
        </w:rPr>
        <w:tab/>
      </w:r>
    </w:p>
    <w:p w:rsidR="00201158" w:rsidRPr="00FE444E" w:rsidRDefault="00201158"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201158" w:rsidRPr="005828D6" w:rsidRDefault="00201158"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201158" w:rsidRDefault="00201158"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201158" w:rsidRDefault="00201158"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201158" w:rsidRDefault="00201158"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201158" w:rsidRPr="008C5597" w:rsidRDefault="00201158"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01158" w:rsidRPr="008C5597" w:rsidRDefault="00201158"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201158" w:rsidRPr="008C5597" w:rsidRDefault="00201158"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201158" w:rsidRPr="00250D03" w:rsidRDefault="00201158"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201158" w:rsidRPr="00250D03" w:rsidRDefault="00201158"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201158" w:rsidRPr="00250D03" w:rsidRDefault="00201158"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201158" w:rsidRPr="00250D03" w:rsidRDefault="00201158"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201158" w:rsidRPr="00250D03" w:rsidRDefault="00201158"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201158" w:rsidRPr="00250D03" w:rsidRDefault="00201158"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01158" w:rsidRPr="00FE444E" w:rsidRDefault="00201158"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01158" w:rsidRPr="00FE444E" w:rsidRDefault="00201158"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01158" w:rsidRPr="00FE444E" w:rsidRDefault="00201158"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201158" w:rsidRPr="00FE444E" w:rsidRDefault="00201158"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01158" w:rsidRPr="00331B78" w:rsidRDefault="00201158"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201158" w:rsidRPr="00DE3F58" w:rsidRDefault="00201158"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01158" w:rsidRDefault="00201158"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01158" w:rsidRPr="00DE3F58" w:rsidRDefault="00201158" w:rsidP="00FE444E">
      <w:pPr>
        <w:pStyle w:val="Closing"/>
        <w:spacing w:line="240" w:lineRule="auto"/>
        <w:ind w:left="45" w:firstLine="567"/>
        <w:jc w:val="both"/>
        <w:rPr>
          <w:sz w:val="24"/>
          <w:szCs w:val="24"/>
          <w:lang w:eastAsia="ru-RU"/>
        </w:rPr>
      </w:pPr>
    </w:p>
    <w:p w:rsidR="00201158" w:rsidRPr="009D4038" w:rsidRDefault="00201158"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201158" w:rsidRPr="00FE444E" w:rsidRDefault="00201158"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01158" w:rsidRPr="00FE444E" w:rsidRDefault="00201158"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01158" w:rsidRPr="008C5597" w:rsidRDefault="00201158"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01158" w:rsidRPr="008C5597" w:rsidRDefault="00201158"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201158" w:rsidRPr="008C5597" w:rsidRDefault="00201158"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201158" w:rsidRDefault="00201158"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201158" w:rsidRPr="008C5597" w:rsidRDefault="00201158" w:rsidP="00FE444E">
      <w:pPr>
        <w:pStyle w:val="Style14"/>
        <w:widowControl/>
        <w:tabs>
          <w:tab w:val="left" w:pos="709"/>
        </w:tabs>
        <w:spacing w:before="0" w:after="0" w:line="240" w:lineRule="auto"/>
        <w:ind w:firstLine="567"/>
      </w:pPr>
    </w:p>
    <w:p w:rsidR="00201158" w:rsidRDefault="00201158"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201158" w:rsidRPr="008C5597" w:rsidRDefault="00201158"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201158" w:rsidRPr="00FE444E" w:rsidRDefault="00201158"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01158" w:rsidRPr="00FE444E" w:rsidRDefault="00201158"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01158" w:rsidRPr="00FE444E" w:rsidRDefault="00201158"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01158" w:rsidRDefault="00201158"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201158" w:rsidRPr="00FE444E" w:rsidRDefault="00201158" w:rsidP="00FE444E">
      <w:pPr>
        <w:pStyle w:val="Style14"/>
        <w:widowControl/>
        <w:tabs>
          <w:tab w:val="left" w:pos="1234"/>
        </w:tabs>
        <w:spacing w:before="0" w:after="0" w:line="240" w:lineRule="auto"/>
        <w:ind w:firstLine="567"/>
      </w:pPr>
    </w:p>
    <w:p w:rsidR="00201158" w:rsidRDefault="00201158"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201158" w:rsidRPr="00FE444E" w:rsidRDefault="00201158"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201158" w:rsidRPr="00DE3F58"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201158"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01158" w:rsidRPr="00FE444E" w:rsidRDefault="00201158" w:rsidP="00FE444E">
      <w:pPr>
        <w:spacing w:after="0" w:line="240" w:lineRule="auto"/>
        <w:ind w:firstLine="567"/>
        <w:jc w:val="both"/>
        <w:rPr>
          <w:rFonts w:ascii="Times New Roman" w:hAnsi="Times New Roman" w:cs="Times New Roman"/>
          <w:sz w:val="24"/>
          <w:szCs w:val="24"/>
        </w:rPr>
      </w:pPr>
    </w:p>
    <w:p w:rsidR="00201158" w:rsidRDefault="00201158"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201158" w:rsidRPr="00250D03" w:rsidRDefault="00201158"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01158" w:rsidRPr="00250D03" w:rsidRDefault="00201158"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201158" w:rsidRPr="00FE444E" w:rsidRDefault="00201158" w:rsidP="00FE444E">
      <w:pPr>
        <w:pStyle w:val="Style14"/>
        <w:widowControl/>
        <w:tabs>
          <w:tab w:val="left" w:pos="709"/>
        </w:tabs>
        <w:spacing w:before="0" w:after="0" w:line="240" w:lineRule="auto"/>
        <w:ind w:firstLine="567"/>
      </w:pPr>
    </w:p>
    <w:p w:rsidR="00201158" w:rsidRPr="00FE444E" w:rsidRDefault="00201158"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01158"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201158" w:rsidRPr="00FE444E" w:rsidRDefault="00201158" w:rsidP="00FE444E">
      <w:pPr>
        <w:spacing w:after="0" w:line="240" w:lineRule="auto"/>
        <w:ind w:firstLine="567"/>
        <w:jc w:val="both"/>
        <w:rPr>
          <w:rFonts w:ascii="Times New Roman" w:hAnsi="Times New Roman" w:cs="Times New Roman"/>
          <w:sz w:val="24"/>
          <w:szCs w:val="24"/>
        </w:rPr>
      </w:pPr>
    </w:p>
    <w:p w:rsidR="00201158" w:rsidRDefault="00201158"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201158" w:rsidRPr="00250D03" w:rsidRDefault="00201158"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01158" w:rsidRPr="00FE444E" w:rsidRDefault="00201158"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01158"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01158" w:rsidRPr="00FE444E" w:rsidRDefault="00201158" w:rsidP="00FE444E">
      <w:pPr>
        <w:spacing w:after="0" w:line="240" w:lineRule="auto"/>
        <w:ind w:firstLine="567"/>
        <w:jc w:val="both"/>
        <w:rPr>
          <w:rFonts w:ascii="Times New Roman" w:hAnsi="Times New Roman" w:cs="Times New Roman"/>
          <w:sz w:val="24"/>
          <w:szCs w:val="24"/>
        </w:rPr>
      </w:pPr>
    </w:p>
    <w:p w:rsidR="00201158" w:rsidRDefault="00201158"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201158" w:rsidRPr="00FE444E" w:rsidRDefault="00201158"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201158" w:rsidRPr="00FE444E" w:rsidRDefault="00201158"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01158" w:rsidRPr="00FE444E" w:rsidRDefault="00201158"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01158" w:rsidRPr="00FE444E" w:rsidRDefault="00201158" w:rsidP="00FE444E">
      <w:pPr>
        <w:pStyle w:val="Style14"/>
        <w:widowControl/>
        <w:tabs>
          <w:tab w:val="left" w:pos="709"/>
        </w:tabs>
        <w:spacing w:before="0" w:after="0" w:line="240" w:lineRule="auto"/>
        <w:ind w:firstLine="0"/>
        <w:jc w:val="center"/>
      </w:pPr>
    </w:p>
    <w:p w:rsidR="00201158" w:rsidRPr="00FE444E" w:rsidRDefault="00201158"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201158" w:rsidRDefault="00201158"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201158" w:rsidRPr="00FE444E" w:rsidRDefault="00201158" w:rsidP="00EA2DD6">
      <w:pPr>
        <w:pStyle w:val="Style14"/>
        <w:widowControl/>
        <w:tabs>
          <w:tab w:val="left" w:pos="709"/>
        </w:tabs>
        <w:spacing w:before="0" w:after="0" w:line="240" w:lineRule="auto"/>
        <w:ind w:firstLine="567"/>
      </w:pPr>
    </w:p>
    <w:p w:rsidR="00201158" w:rsidRPr="00FE444E" w:rsidRDefault="00201158"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201158" w:rsidRPr="00FE444E" w:rsidRDefault="0020115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201158" w:rsidRPr="00FE444E" w:rsidRDefault="00201158" w:rsidP="00FE444E">
      <w:pPr>
        <w:pStyle w:val="Header"/>
        <w:ind w:left="425"/>
        <w:jc w:val="center"/>
      </w:pPr>
    </w:p>
    <w:p w:rsidR="00201158" w:rsidRPr="00FE444E" w:rsidRDefault="00201158"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201158" w:rsidRPr="00FE444E" w:rsidRDefault="00201158" w:rsidP="00FE444E">
      <w:pPr>
        <w:pStyle w:val="Header"/>
        <w:ind w:firstLine="425"/>
      </w:pPr>
    </w:p>
    <w:p w:rsidR="00201158" w:rsidRPr="00FE444E" w:rsidRDefault="00201158"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201158" w:rsidRPr="00FE444E" w:rsidRDefault="00201158" w:rsidP="00FE444E">
      <w:pPr>
        <w:pStyle w:val="Header"/>
        <w:jc w:val="center"/>
      </w:pPr>
      <w:r w:rsidRPr="00FE444E">
        <w:t>№ 1.________________________________________________________________________</w:t>
      </w:r>
    </w:p>
    <w:p w:rsidR="00201158" w:rsidRPr="00FE444E" w:rsidRDefault="00201158" w:rsidP="00FE444E">
      <w:pPr>
        <w:pStyle w:val="Header"/>
        <w:jc w:val="center"/>
      </w:pPr>
      <w:r w:rsidRPr="00FE444E">
        <w:t>№ 2.________________________________________________________________________</w:t>
      </w:r>
    </w:p>
    <w:p w:rsidR="00201158" w:rsidRPr="00FE444E" w:rsidRDefault="00201158" w:rsidP="00FE444E">
      <w:pPr>
        <w:pStyle w:val="Header"/>
      </w:pPr>
      <w:r>
        <w:t xml:space="preserve">  </w:t>
      </w:r>
      <w:r w:rsidRPr="00FE444E">
        <w:t>№ 3.________________________________________________________________________</w:t>
      </w:r>
    </w:p>
    <w:p w:rsidR="00201158" w:rsidRPr="00FE444E" w:rsidRDefault="00201158" w:rsidP="00FE444E">
      <w:pPr>
        <w:pStyle w:val="Header"/>
      </w:pPr>
      <w:r>
        <w:t xml:space="preserve">  </w:t>
      </w:r>
      <w:r w:rsidRPr="00FE444E">
        <w:t>№ 4.________________________________________________________________________</w:t>
      </w:r>
    </w:p>
    <w:p w:rsidR="00201158" w:rsidRPr="00FE444E" w:rsidRDefault="00201158" w:rsidP="00FE444E">
      <w:pPr>
        <w:pStyle w:val="Header"/>
      </w:pPr>
      <w:r>
        <w:t xml:space="preserve">  </w:t>
      </w:r>
      <w:r w:rsidRPr="00FE444E">
        <w:t>№ 5.________________________________________________________________________</w:t>
      </w:r>
    </w:p>
    <w:p w:rsidR="00201158" w:rsidRPr="00FE444E" w:rsidRDefault="00201158" w:rsidP="00FE444E">
      <w:pPr>
        <w:pStyle w:val="Header"/>
      </w:pPr>
    </w:p>
    <w:p w:rsidR="00201158" w:rsidRPr="00FE444E" w:rsidRDefault="00201158" w:rsidP="00FE444E">
      <w:pPr>
        <w:pStyle w:val="BodyText"/>
        <w:spacing w:after="0" w:line="240" w:lineRule="auto"/>
        <w:jc w:val="center"/>
        <w:rPr>
          <w:rFonts w:ascii="Times New Roman" w:hAnsi="Times New Roman" w:cs="Times New Roman"/>
          <w:sz w:val="24"/>
          <w:szCs w:val="24"/>
        </w:rPr>
      </w:pPr>
    </w:p>
    <w:p w:rsidR="00201158" w:rsidRPr="00AB5687" w:rsidRDefault="00201158"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201158" w:rsidRPr="00FE444E" w:rsidRDefault="00201158" w:rsidP="00FE444E">
      <w:pPr>
        <w:spacing w:after="0" w:line="240" w:lineRule="auto"/>
        <w:ind w:firstLine="426"/>
        <w:jc w:val="both"/>
        <w:rPr>
          <w:rFonts w:ascii="Times New Roman" w:hAnsi="Times New Roman" w:cs="Times New Roman"/>
          <w:sz w:val="24"/>
          <w:szCs w:val="24"/>
        </w:rPr>
      </w:pPr>
    </w:p>
    <w:p w:rsidR="00201158" w:rsidRPr="00FE444E" w:rsidRDefault="00201158"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201158" w:rsidRPr="00FE444E" w:rsidRDefault="00201158" w:rsidP="00FE444E">
      <w:pPr>
        <w:spacing w:after="0" w:line="240" w:lineRule="auto"/>
        <w:rPr>
          <w:rFonts w:ascii="Times New Roman" w:hAnsi="Times New Roman" w:cs="Times New Roman"/>
          <w:sz w:val="24"/>
          <w:szCs w:val="24"/>
        </w:rPr>
      </w:pPr>
    </w:p>
    <w:p w:rsidR="00201158" w:rsidRPr="00FE444E" w:rsidRDefault="0020115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201158" w:rsidRPr="00FE444E" w:rsidRDefault="00201158"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01158" w:rsidRDefault="00201158"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01158" w:rsidRDefault="00201158" w:rsidP="00FE444E">
      <w:pPr>
        <w:spacing w:after="0" w:line="240" w:lineRule="auto"/>
        <w:ind w:firstLine="426"/>
        <w:rPr>
          <w:rFonts w:ascii="Times New Roman" w:hAnsi="Times New Roman" w:cs="Times New Roman"/>
          <w:sz w:val="24"/>
          <w:szCs w:val="24"/>
        </w:rPr>
      </w:pPr>
    </w:p>
    <w:p w:rsidR="00201158" w:rsidRPr="00FE444E" w:rsidRDefault="00201158"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201158" w:rsidRPr="00FE444E" w:rsidRDefault="0020115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201158" w:rsidRPr="00FE444E" w:rsidRDefault="0020115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01158" w:rsidRPr="00FE444E" w:rsidRDefault="00201158" w:rsidP="00FE444E">
      <w:pPr>
        <w:spacing w:after="0" w:line="240" w:lineRule="auto"/>
        <w:ind w:firstLine="567"/>
        <w:jc w:val="center"/>
        <w:rPr>
          <w:rFonts w:ascii="Times New Roman" w:hAnsi="Times New Roman" w:cs="Times New Roman"/>
          <w:sz w:val="24"/>
          <w:szCs w:val="24"/>
        </w:rPr>
      </w:pPr>
    </w:p>
    <w:p w:rsidR="00201158" w:rsidRPr="00FE444E" w:rsidRDefault="00201158"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201158" w:rsidRPr="00FE444E" w:rsidRDefault="00201158" w:rsidP="00FE444E">
      <w:pPr>
        <w:spacing w:after="0" w:line="240" w:lineRule="auto"/>
        <w:jc w:val="both"/>
        <w:rPr>
          <w:rFonts w:ascii="Times New Roman" w:hAnsi="Times New Roman" w:cs="Times New Roman"/>
          <w:sz w:val="24"/>
          <w:szCs w:val="24"/>
        </w:rPr>
      </w:pP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201158" w:rsidRPr="00FE444E" w:rsidRDefault="00201158" w:rsidP="00FE444E">
      <w:pPr>
        <w:spacing w:after="0" w:line="240" w:lineRule="auto"/>
        <w:jc w:val="both"/>
        <w:rPr>
          <w:rFonts w:ascii="Times New Roman" w:hAnsi="Times New Roman" w:cs="Times New Roman"/>
          <w:sz w:val="24"/>
          <w:szCs w:val="24"/>
        </w:rPr>
      </w:pP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201158" w:rsidRPr="00FE444E" w:rsidRDefault="00201158" w:rsidP="00FE444E">
      <w:pPr>
        <w:spacing w:after="0" w:line="240" w:lineRule="auto"/>
        <w:jc w:val="both"/>
        <w:rPr>
          <w:rFonts w:ascii="Times New Roman" w:hAnsi="Times New Roman" w:cs="Times New Roman"/>
          <w:sz w:val="24"/>
          <w:szCs w:val="24"/>
        </w:rPr>
      </w:pPr>
    </w:p>
    <w:p w:rsidR="00201158" w:rsidRPr="00FE444E" w:rsidRDefault="0020115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201158" w:rsidRPr="00FE444E" w:rsidRDefault="00201158" w:rsidP="00FE444E">
      <w:pPr>
        <w:pStyle w:val="ListParagraph"/>
        <w:spacing w:after="0" w:line="240" w:lineRule="auto"/>
        <w:ind w:left="4962" w:firstLine="702"/>
        <w:rPr>
          <w:rFonts w:ascii="Times New Roman" w:hAnsi="Times New Roman" w:cs="Times New Roman"/>
          <w:sz w:val="24"/>
          <w:szCs w:val="24"/>
        </w:rPr>
      </w:pPr>
    </w:p>
    <w:p w:rsidR="00201158" w:rsidRDefault="00201158" w:rsidP="00FE444E">
      <w:pPr>
        <w:spacing w:after="0" w:line="240" w:lineRule="auto"/>
        <w:jc w:val="both"/>
        <w:rPr>
          <w:rFonts w:ascii="Times New Roman" w:hAnsi="Times New Roman" w:cs="Times New Roman"/>
          <w:sz w:val="24"/>
          <w:szCs w:val="24"/>
        </w:rPr>
      </w:pPr>
    </w:p>
    <w:p w:rsidR="00201158" w:rsidRPr="00C16C63" w:rsidRDefault="00201158" w:rsidP="00FE444E">
      <w:pPr>
        <w:spacing w:after="0" w:line="240" w:lineRule="auto"/>
        <w:jc w:val="both"/>
        <w:rPr>
          <w:rFonts w:ascii="Times New Roman" w:hAnsi="Times New Roman" w:cs="Times New Roman"/>
          <w:sz w:val="24"/>
          <w:szCs w:val="24"/>
        </w:rPr>
      </w:pPr>
    </w:p>
    <w:sectPr w:rsidR="00201158"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57F37"/>
    <w:rsid w:val="001779D8"/>
    <w:rsid w:val="00182C85"/>
    <w:rsid w:val="001848CB"/>
    <w:rsid w:val="00192BD1"/>
    <w:rsid w:val="00195397"/>
    <w:rsid w:val="001D2C65"/>
    <w:rsid w:val="00201158"/>
    <w:rsid w:val="00210FE0"/>
    <w:rsid w:val="00213631"/>
    <w:rsid w:val="00227466"/>
    <w:rsid w:val="00242528"/>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2F42"/>
    <w:rsid w:val="0045652B"/>
    <w:rsid w:val="00464C00"/>
    <w:rsid w:val="004762F7"/>
    <w:rsid w:val="00483109"/>
    <w:rsid w:val="00485529"/>
    <w:rsid w:val="005367B4"/>
    <w:rsid w:val="005828D6"/>
    <w:rsid w:val="005862F5"/>
    <w:rsid w:val="00596C11"/>
    <w:rsid w:val="005B6F0B"/>
    <w:rsid w:val="005F5DCD"/>
    <w:rsid w:val="005F6195"/>
    <w:rsid w:val="00600BF7"/>
    <w:rsid w:val="006024B9"/>
    <w:rsid w:val="0065119F"/>
    <w:rsid w:val="00665978"/>
    <w:rsid w:val="00690852"/>
    <w:rsid w:val="006D3D31"/>
    <w:rsid w:val="006E0F8B"/>
    <w:rsid w:val="007018CA"/>
    <w:rsid w:val="00707F60"/>
    <w:rsid w:val="00720434"/>
    <w:rsid w:val="0075512B"/>
    <w:rsid w:val="00755800"/>
    <w:rsid w:val="00761595"/>
    <w:rsid w:val="007647E0"/>
    <w:rsid w:val="007654F9"/>
    <w:rsid w:val="00796D33"/>
    <w:rsid w:val="007D65C4"/>
    <w:rsid w:val="007E3374"/>
    <w:rsid w:val="007E775B"/>
    <w:rsid w:val="00810CD0"/>
    <w:rsid w:val="00810CD1"/>
    <w:rsid w:val="00822604"/>
    <w:rsid w:val="00835CA5"/>
    <w:rsid w:val="008451F3"/>
    <w:rsid w:val="008504E8"/>
    <w:rsid w:val="00866288"/>
    <w:rsid w:val="00893D05"/>
    <w:rsid w:val="008C5567"/>
    <w:rsid w:val="008C5597"/>
    <w:rsid w:val="008D06AC"/>
    <w:rsid w:val="008D52BA"/>
    <w:rsid w:val="008D7CDE"/>
    <w:rsid w:val="008E28B1"/>
    <w:rsid w:val="00906155"/>
    <w:rsid w:val="00907E6B"/>
    <w:rsid w:val="00915F3A"/>
    <w:rsid w:val="009553A2"/>
    <w:rsid w:val="00976BB3"/>
    <w:rsid w:val="00976DB2"/>
    <w:rsid w:val="009847BA"/>
    <w:rsid w:val="00985ADA"/>
    <w:rsid w:val="009D4038"/>
    <w:rsid w:val="00A121BF"/>
    <w:rsid w:val="00A14255"/>
    <w:rsid w:val="00A412EC"/>
    <w:rsid w:val="00A757CC"/>
    <w:rsid w:val="00A9484D"/>
    <w:rsid w:val="00AB5687"/>
    <w:rsid w:val="00AB7EEF"/>
    <w:rsid w:val="00AC2ADC"/>
    <w:rsid w:val="00AC2DAB"/>
    <w:rsid w:val="00AD771D"/>
    <w:rsid w:val="00AF3282"/>
    <w:rsid w:val="00B22200"/>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CE6CE5"/>
    <w:rsid w:val="00D03EDB"/>
    <w:rsid w:val="00D41469"/>
    <w:rsid w:val="00D51610"/>
    <w:rsid w:val="00D55FE8"/>
    <w:rsid w:val="00D742EF"/>
    <w:rsid w:val="00D97801"/>
    <w:rsid w:val="00DC5881"/>
    <w:rsid w:val="00DD4CD2"/>
    <w:rsid w:val="00DE3F58"/>
    <w:rsid w:val="00E0207B"/>
    <w:rsid w:val="00E368EC"/>
    <w:rsid w:val="00EA2DD6"/>
    <w:rsid w:val="00EE10CF"/>
    <w:rsid w:val="00EF317D"/>
    <w:rsid w:val="00F10885"/>
    <w:rsid w:val="00F119A4"/>
    <w:rsid w:val="00F40E68"/>
    <w:rsid w:val="00F46658"/>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ooo_uk_centr@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217</TotalTime>
  <Pages>22</Pages>
  <Words>7589</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18</cp:revision>
  <cp:lastPrinted>2012-05-04T11:02:00Z</cp:lastPrinted>
  <dcterms:created xsi:type="dcterms:W3CDTF">2012-05-04T06:04:00Z</dcterms:created>
  <dcterms:modified xsi:type="dcterms:W3CDTF">2012-05-15T03:28:00Z</dcterms:modified>
</cp:coreProperties>
</file>